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EE3" w:rsidRPr="004C2D2B" w:rsidRDefault="00E0048E" w:rsidP="00CE50E9">
      <w:pPr>
        <w:pStyle w:val="1"/>
        <w:numPr>
          <w:ilvl w:val="0"/>
          <w:numId w:val="0"/>
        </w:numPr>
        <w:ind w:left="709"/>
      </w:pPr>
      <w:r>
        <w:t xml:space="preserve">ДОГОВОР </w:t>
      </w:r>
      <w:r w:rsidR="004C2D2B" w:rsidRPr="004C2D2B">
        <w:t>&lt;&lt;</w:t>
      </w:r>
      <w:r w:rsidR="004C2D2B">
        <w:t>Номер договора</w:t>
      </w:r>
      <w:r w:rsidR="004C2D2B" w:rsidRPr="004C2D2B">
        <w:t>&gt;&gt;</w:t>
      </w:r>
    </w:p>
    <w:p w:rsidR="00010EE3" w:rsidRPr="004C2D2B" w:rsidRDefault="00DD34CF" w:rsidP="00DD34CF">
      <w:pPr>
        <w:numPr>
          <w:ilvl w:val="0"/>
          <w:numId w:val="0"/>
        </w:numPr>
        <w:tabs>
          <w:tab w:val="right" w:pos="9355"/>
        </w:tabs>
        <w:ind w:firstLine="709"/>
      </w:pPr>
      <w:r>
        <w:t>г. Оренбург</w:t>
      </w:r>
      <w:r>
        <w:tab/>
        <w:t xml:space="preserve"> </w:t>
      </w:r>
      <w:r w:rsidR="004C2D2B" w:rsidRPr="004C2D2B">
        <w:t>&lt;&lt;</w:t>
      </w:r>
      <w:r w:rsidR="004C2D2B">
        <w:t>дата договора</w:t>
      </w:r>
      <w:r w:rsidR="004C2D2B" w:rsidRPr="004C2D2B">
        <w:t>&gt;&gt;</w:t>
      </w:r>
    </w:p>
    <w:p w:rsidR="00010EE3" w:rsidRDefault="00010EE3" w:rsidP="00CE50E9">
      <w:pPr>
        <w:numPr>
          <w:ilvl w:val="0"/>
          <w:numId w:val="0"/>
        </w:numPr>
        <w:ind w:left="709"/>
      </w:pPr>
    </w:p>
    <w:p w:rsidR="00010EE3" w:rsidRDefault="004C2D2B" w:rsidP="00CE50E9">
      <w:pPr>
        <w:numPr>
          <w:ilvl w:val="0"/>
          <w:numId w:val="0"/>
        </w:numPr>
        <w:ind w:firstLine="709"/>
      </w:pPr>
      <w:r w:rsidRPr="004C2D2B">
        <w:t>&lt;&lt;</w:t>
      </w:r>
      <w:r>
        <w:t>Наименование поставщика</w:t>
      </w:r>
      <w:r w:rsidRPr="004C2D2B">
        <w:t>&gt;&gt;</w:t>
      </w:r>
      <w:r w:rsidR="00010EE3">
        <w:t xml:space="preserve">, именуемый в дальнейшем «Поставщик», в лице </w:t>
      </w:r>
      <w:r w:rsidRPr="004C2D2B">
        <w:t>&lt;&lt;</w:t>
      </w:r>
      <w:r>
        <w:t>должность в родительном падеже</w:t>
      </w:r>
      <w:r w:rsidRPr="004C2D2B">
        <w:t>&gt;&gt;</w:t>
      </w:r>
      <w:r w:rsidR="00DD34CF">
        <w:t xml:space="preserve"> </w:t>
      </w:r>
      <w:r w:rsidRPr="004C2D2B">
        <w:t>&lt;&lt;</w:t>
      </w:r>
      <w:r>
        <w:t>ФИО в родительном падеже</w:t>
      </w:r>
      <w:r w:rsidRPr="004C2D2B">
        <w:t>&gt;&gt;</w:t>
      </w:r>
      <w:r w:rsidR="00010EE3">
        <w:t xml:space="preserve">, действующего на основании </w:t>
      </w:r>
      <w:r w:rsidRPr="004C2D2B">
        <w:t>&lt;&lt;</w:t>
      </w:r>
      <w:r>
        <w:t>основание в родительном падеже</w:t>
      </w:r>
      <w:r w:rsidRPr="004C2D2B">
        <w:t>&gt;&gt;</w:t>
      </w:r>
      <w:r w:rsidR="00010EE3">
        <w:t>, с одной стороны, и ООО «Руссоль», именуемое в дальнейшем «Покупатель», в лице директора Черного С</w:t>
      </w:r>
      <w:r w:rsidR="00255DBE">
        <w:t xml:space="preserve">ергея </w:t>
      </w:r>
      <w:r w:rsidR="00010EE3">
        <w:t>В</w:t>
      </w:r>
      <w:r w:rsidR="00255DBE">
        <w:t>асильевича</w:t>
      </w:r>
      <w:r w:rsidR="00010EE3">
        <w:t>, действующего на основании Устава, с другой стороны, вместе именуемые в дальнейшем «Стороны», заключили настоящий Договор о нижеследующем:</w:t>
      </w:r>
    </w:p>
    <w:p w:rsidR="00010EE3" w:rsidRPr="00730F0D" w:rsidRDefault="00010EE3" w:rsidP="00CE50E9">
      <w:pPr>
        <w:pStyle w:val="1"/>
        <w:rPr>
          <w:sz w:val="24"/>
          <w:szCs w:val="24"/>
        </w:rPr>
      </w:pPr>
      <w:r w:rsidRPr="00730F0D">
        <w:rPr>
          <w:sz w:val="24"/>
          <w:szCs w:val="24"/>
        </w:rPr>
        <w:t>ПРЕДМЕТ ДОГОВОРА</w:t>
      </w:r>
    </w:p>
    <w:p w:rsidR="00010EE3" w:rsidRDefault="00010EE3" w:rsidP="00CE50E9">
      <w:r>
        <w:t>Поставщик обязуется передать, а Покупатель принять</w:t>
      </w:r>
      <w:r w:rsidR="004071D3">
        <w:t xml:space="preserve"> и оплатить</w:t>
      </w:r>
      <w:r w:rsidR="00DD34CF">
        <w:t xml:space="preserve"> </w:t>
      </w:r>
      <w:r w:rsidR="004071D3">
        <w:t>«</w:t>
      </w:r>
      <w:r w:rsidR="004C2D2B" w:rsidRPr="004C2D2B">
        <w:t>&lt;&lt;</w:t>
      </w:r>
      <w:r w:rsidR="004C2D2B">
        <w:t>предмет договора</w:t>
      </w:r>
      <w:r w:rsidR="004C2D2B" w:rsidRPr="004C2D2B">
        <w:t>&gt;&gt;</w:t>
      </w:r>
      <w:r w:rsidR="004071D3">
        <w:t>»</w:t>
      </w:r>
      <w:r>
        <w:t xml:space="preserve">, далее Товар, в соответствии с подписанными Сторонами настоящего договора Спецификациями, являющимися неотъемлемой частью настоящего Договора. </w:t>
      </w:r>
    </w:p>
    <w:p w:rsidR="00010EE3" w:rsidRPr="00730F0D" w:rsidRDefault="00010EE3" w:rsidP="00CE50E9">
      <w:pPr>
        <w:pStyle w:val="1"/>
        <w:rPr>
          <w:sz w:val="24"/>
          <w:szCs w:val="24"/>
        </w:rPr>
      </w:pPr>
      <w:r w:rsidRPr="00730F0D">
        <w:rPr>
          <w:sz w:val="24"/>
          <w:szCs w:val="24"/>
        </w:rPr>
        <w:t>КОЛИЧЕСТВО И КАЧЕСТВО ТОВАРА</w:t>
      </w:r>
    </w:p>
    <w:p w:rsidR="00010EE3" w:rsidRDefault="00010EE3" w:rsidP="00CE50E9">
      <w:r>
        <w:t xml:space="preserve">Наименование, ассортимент, количество и комплектность Товара, подлежащего поставке, определяется Спецификацией, являющейся неотъемлемой частью настоящего Договора. </w:t>
      </w:r>
    </w:p>
    <w:p w:rsidR="00010EE3" w:rsidRDefault="00010EE3" w:rsidP="00556600">
      <w:r>
        <w:t>Качество отгружаемого Товара должно соответствовать требованиям ГОСТа, ОСТа</w:t>
      </w:r>
      <w:r w:rsidR="00556600" w:rsidRPr="00556600">
        <w:t>,</w:t>
      </w:r>
      <w:r>
        <w:t xml:space="preserve"> ТУ </w:t>
      </w:r>
      <w:r w:rsidR="00556600" w:rsidRPr="00556600">
        <w:t xml:space="preserve">либо иных нормативных документов </w:t>
      </w:r>
      <w:r>
        <w:t>на данный вид Товара и подтверждаться сертификатом соответствия</w:t>
      </w:r>
      <w:r w:rsidR="00556600" w:rsidRPr="00556600">
        <w:t xml:space="preserve"> и/или паспортом качества</w:t>
      </w:r>
      <w:r w:rsidR="00556600">
        <w:t>,</w:t>
      </w:r>
      <w:r w:rsidR="00556600" w:rsidRPr="00556600">
        <w:t xml:space="preserve"> предоставляемы</w:t>
      </w:r>
      <w:r w:rsidR="00556600">
        <w:t>м</w:t>
      </w:r>
      <w:r w:rsidR="00556600" w:rsidRPr="00556600">
        <w:t xml:space="preserve"> вместе с Товаром</w:t>
      </w:r>
      <w:r>
        <w:t>. Поставщик вместе с Товаром предоставляет Покупателю техническую документацию (паспорт и /или руководство по эксплуатации). Товар должен быть новым, т.е. не бывшим в употреблении.</w:t>
      </w:r>
    </w:p>
    <w:p w:rsidR="00010EE3" w:rsidRDefault="00010EE3" w:rsidP="00CE50E9">
      <w:r>
        <w:t>Товар должен иметь статус товара, находящегося в свободном обращении на таможенной территории РФ.</w:t>
      </w:r>
    </w:p>
    <w:p w:rsidR="00010EE3" w:rsidRDefault="00010EE3" w:rsidP="00CE50E9">
      <w:r>
        <w:t>В случае пост</w:t>
      </w:r>
      <w:r w:rsidR="007B3409">
        <w:t>авки Товара несоответствующего С</w:t>
      </w:r>
      <w:r>
        <w:t>пецификации, либо не соответствующего по качеству, количеству, комплектности или ассортименту</w:t>
      </w:r>
      <w:r w:rsidR="007B3409">
        <w:t xml:space="preserve"> С</w:t>
      </w:r>
      <w:r w:rsidR="00556600">
        <w:t>пецификации</w:t>
      </w:r>
      <w:r>
        <w:t>, весь Товар будет считаться не поставленным.</w:t>
      </w:r>
    </w:p>
    <w:p w:rsidR="00010EE3" w:rsidRDefault="00010EE3" w:rsidP="00BD22DE">
      <w:r>
        <w:t>Приемка Товара по качеству, количеству и комплектности производится</w:t>
      </w:r>
      <w:r w:rsidR="00DD34CF">
        <w:t xml:space="preserve"> </w:t>
      </w:r>
      <w:r>
        <w:t>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w:t>
      </w:r>
    </w:p>
    <w:p w:rsidR="00010EE3" w:rsidRDefault="00010EE3" w:rsidP="00933B0D">
      <w:r>
        <w:t>В случае выявления несоответствия качества и/или количества и/или комплектности</w:t>
      </w:r>
      <w:r w:rsidR="00CF68F5">
        <w:t xml:space="preserve"> </w:t>
      </w:r>
      <w:r w:rsidR="00556600">
        <w:t xml:space="preserve">и/или ассортимента </w:t>
      </w:r>
      <w:r>
        <w:t xml:space="preserve">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rsidR="00010EE3" w:rsidRDefault="00010EE3" w:rsidP="00CE50E9">
      <w:r>
        <w:t>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 Товара.</w:t>
      </w:r>
    </w:p>
    <w:p w:rsidR="00010EE3" w:rsidRDefault="00010EE3" w:rsidP="00CE50E9">
      <w:r>
        <w:t xml:space="preserve">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w:t>
      </w:r>
      <w:r>
        <w:lastRenderedPageBreak/>
        <w:t xml:space="preserve">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010EE3" w:rsidRDefault="00010EE3" w:rsidP="00DD34CF">
      <w:pPr>
        <w:numPr>
          <w:ilvl w:val="0"/>
          <w:numId w:val="0"/>
        </w:numPr>
        <w:ind w:firstLine="709"/>
      </w:pPr>
      <w:r>
        <w:t>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w:t>
      </w:r>
    </w:p>
    <w:p w:rsidR="00010EE3" w:rsidRDefault="00010EE3" w:rsidP="00556600">
      <w:r>
        <w:t xml:space="preserve">Поставщик обязан в течение </w:t>
      </w:r>
      <w:r w:rsidR="00556600">
        <w:t>15</w:t>
      </w:r>
      <w:r>
        <w:t xml:space="preserve"> календарных дней с момента получения Акта о выявленных несоответствиях произвести замену Товара на качественный и/или допоставить и/или доукомплектовать Товар. </w:t>
      </w:r>
      <w:r w:rsidR="00556600" w:rsidRPr="00556600">
        <w:t>До момента замены и/или допоставки и/или доукомплектования Товара обязательства Поставщика по пост</w:t>
      </w:r>
      <w:r w:rsidR="005415E2">
        <w:t>авке Товара по соответствующей С</w:t>
      </w:r>
      <w:r w:rsidR="00556600" w:rsidRPr="00556600">
        <w:t>пецификации считаются неисполненными в полном объеме, и Поставщик несет ответственность за просрочку поставки Товара.</w:t>
      </w:r>
    </w:p>
    <w:p w:rsidR="00010EE3" w:rsidRDefault="00010EE3" w:rsidP="00CE50E9">
      <w:r>
        <w:t xml:space="preserve">Гарантийный срок </w:t>
      </w:r>
      <w:r w:rsidR="00F9474E">
        <w:t>Т</w:t>
      </w:r>
      <w:r>
        <w:t>овара не может превышать срок, установленный заводом изготовителем. Если такой срок не установлен</w:t>
      </w:r>
      <w:r w:rsidR="00556600">
        <w:t>,</w:t>
      </w:r>
      <w:r>
        <w:t xml:space="preserve"> стороны признают его равным </w:t>
      </w:r>
      <w:r w:rsidR="00556600">
        <w:t>12</w:t>
      </w:r>
      <w:r>
        <w:t xml:space="preserve"> месяцам.</w:t>
      </w:r>
    </w:p>
    <w:p w:rsidR="00010EE3" w:rsidRPr="00730F0D" w:rsidRDefault="00010EE3" w:rsidP="00CE50E9">
      <w:pPr>
        <w:pStyle w:val="1"/>
        <w:rPr>
          <w:sz w:val="24"/>
          <w:szCs w:val="24"/>
        </w:rPr>
      </w:pPr>
      <w:r w:rsidRPr="00730F0D">
        <w:rPr>
          <w:sz w:val="24"/>
          <w:szCs w:val="24"/>
        </w:rPr>
        <w:t>ПОРЯДОК И УСЛОВИЯ ОТГРУЗКИ</w:t>
      </w:r>
    </w:p>
    <w:p w:rsidR="00010EE3" w:rsidRDefault="00730F0D" w:rsidP="00CE50E9">
      <w:r>
        <w:t xml:space="preserve">Условия поставки - </w:t>
      </w:r>
      <w:r w:rsidR="004C2D2B" w:rsidRPr="004C2D2B">
        <w:t>&lt;&lt;</w:t>
      </w:r>
      <w:r w:rsidR="004C2D2B">
        <w:t>базис поставки</w:t>
      </w:r>
      <w:r w:rsidR="004C2D2B" w:rsidRPr="004C2D2B">
        <w:t>&gt;&gt;</w:t>
      </w:r>
      <w:r w:rsidR="00010EE3">
        <w:t>. Поставщик обязан письменно уведомить Покупателя о готовности товара к отгрузке.</w:t>
      </w:r>
    </w:p>
    <w:p w:rsidR="00010EE3" w:rsidRDefault="00010EE3" w:rsidP="00CE50E9">
      <w:r>
        <w:t xml:space="preserve">Срок </w:t>
      </w:r>
      <w:r w:rsidR="00556600">
        <w:t xml:space="preserve">и место </w:t>
      </w:r>
      <w:r>
        <w:t>поставки определяется Спецификациями, являющимися неотъемлемой частью настоящего Договора.</w:t>
      </w:r>
    </w:p>
    <w:p w:rsidR="00010EE3" w:rsidRDefault="00010EE3" w:rsidP="00CE50E9">
      <w:r>
        <w:t xml:space="preserve">Датой исполнения Поставщиком обязательств по </w:t>
      </w:r>
      <w:r w:rsidR="00556600">
        <w:t>поставке</w:t>
      </w:r>
      <w:r>
        <w:t xml:space="preserve"> считается дата передачи Товара </w:t>
      </w:r>
      <w:r w:rsidR="00F462FC">
        <w:t xml:space="preserve">Покупателю </w:t>
      </w:r>
      <w:r>
        <w:t>в полном объеме, в соответств</w:t>
      </w:r>
      <w:r w:rsidR="00F462FC">
        <w:t xml:space="preserve">ии со </w:t>
      </w:r>
      <w:r w:rsidR="00142613">
        <w:t>С</w:t>
      </w:r>
      <w:r w:rsidR="00F462FC">
        <w:t>пецификациями</w:t>
      </w:r>
      <w:r>
        <w:t>.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w:t>
      </w:r>
      <w:r w:rsidR="0041597A">
        <w:t>/УПД</w:t>
      </w:r>
      <w:r>
        <w:t>.</w:t>
      </w:r>
    </w:p>
    <w:p w:rsidR="00010EE3" w:rsidRPr="00730F0D" w:rsidRDefault="00010EE3" w:rsidP="00CE50E9">
      <w:pPr>
        <w:pStyle w:val="1"/>
        <w:rPr>
          <w:sz w:val="24"/>
          <w:szCs w:val="24"/>
        </w:rPr>
      </w:pPr>
      <w:r w:rsidRPr="00730F0D">
        <w:rPr>
          <w:sz w:val="24"/>
          <w:szCs w:val="24"/>
        </w:rPr>
        <w:t>ЦЕНА ТОВАРА</w:t>
      </w:r>
    </w:p>
    <w:p w:rsidR="00010EE3" w:rsidRDefault="00010EE3" w:rsidP="00DF78DE">
      <w:r>
        <w:t>Цена на Товар определяется Спецификациями, являющимися неотъемлемой частью настоящего Договора, и включает в себя НДС (</w:t>
      </w:r>
      <w:r w:rsidR="00DF78DE" w:rsidRPr="00DF78DE">
        <w:t>&lt;&lt;ставка налога&gt;&gt;</w:t>
      </w:r>
      <w:r w:rsidR="00DF78DE">
        <w:t>%</w:t>
      </w:r>
      <w:r w:rsidR="00556600">
        <w:t>) и стоимость доставки</w:t>
      </w:r>
      <w:r w:rsidR="00730F0D">
        <w:t>.</w:t>
      </w:r>
    </w:p>
    <w:p w:rsidR="00010EE3" w:rsidRDefault="00010EE3" w:rsidP="00DF78DE">
      <w:r>
        <w:t xml:space="preserve">Ориентировочная </w:t>
      </w:r>
      <w:r w:rsidR="00556600">
        <w:t>сумма</w:t>
      </w:r>
      <w:r w:rsidR="003A4ABC">
        <w:t xml:space="preserve"> Д</w:t>
      </w:r>
      <w:r>
        <w:t xml:space="preserve">оговора составляет </w:t>
      </w:r>
      <w:r w:rsidR="004C2D2B" w:rsidRPr="004C2D2B">
        <w:t>&lt;&lt;</w:t>
      </w:r>
      <w:r w:rsidR="006F3340">
        <w:t>сумма</w:t>
      </w:r>
      <w:r w:rsidR="004C2D2B">
        <w:t xml:space="preserve"> договора</w:t>
      </w:r>
      <w:r w:rsidR="004C2D2B" w:rsidRPr="004C2D2B">
        <w:t>&gt;&gt;</w:t>
      </w:r>
      <w:r>
        <w:t xml:space="preserve"> (</w:t>
      </w:r>
      <w:r w:rsidR="004C2D2B" w:rsidRPr="004C2D2B">
        <w:t>&lt;&lt;</w:t>
      </w:r>
      <w:r w:rsidR="006F3340">
        <w:t xml:space="preserve">сумма </w:t>
      </w:r>
      <w:r w:rsidR="004C2D2B">
        <w:t>договора прописью</w:t>
      </w:r>
      <w:r w:rsidR="004C2D2B" w:rsidRPr="004C2D2B">
        <w:t>&gt;&gt;</w:t>
      </w:r>
      <w:r>
        <w:t>) рублей 00 копеек, включая НДС (</w:t>
      </w:r>
      <w:r w:rsidR="00DF78DE" w:rsidRPr="00DF78DE">
        <w:t>&lt;&lt;ставка налога&gt;&gt;</w:t>
      </w:r>
      <w:r w:rsidR="00DF78DE">
        <w:t>%</w:t>
      </w:r>
      <w:r w:rsidR="00556600">
        <w:t xml:space="preserve">), окончательная сумма </w:t>
      </w:r>
      <w:r w:rsidR="00BD24C8">
        <w:t>Д</w:t>
      </w:r>
      <w:r w:rsidR="00556600">
        <w:t xml:space="preserve">оговора будет определяться суммой подписанных </w:t>
      </w:r>
      <w:r w:rsidR="00BD24C8">
        <w:t>С</w:t>
      </w:r>
      <w:r w:rsidR="00556600">
        <w:t>пецификаций.</w:t>
      </w:r>
    </w:p>
    <w:p w:rsidR="00010EE3" w:rsidRDefault="00010EE3" w:rsidP="00CE50E9">
      <w:r>
        <w:t xml:space="preserve">Согласованная в </w:t>
      </w:r>
      <w:r w:rsidR="00BD24C8">
        <w:t>С</w:t>
      </w:r>
      <w:r>
        <w:t>пецификациях цена фиксируется и изменению не подлежит.</w:t>
      </w:r>
    </w:p>
    <w:p w:rsidR="00010EE3" w:rsidRPr="00730F0D" w:rsidRDefault="00010EE3" w:rsidP="00CE50E9">
      <w:pPr>
        <w:pStyle w:val="1"/>
        <w:rPr>
          <w:sz w:val="24"/>
          <w:szCs w:val="24"/>
        </w:rPr>
      </w:pPr>
      <w:r w:rsidRPr="00730F0D">
        <w:rPr>
          <w:sz w:val="24"/>
          <w:szCs w:val="24"/>
        </w:rPr>
        <w:t>УСЛОВИЯ И ПОРЯДОК ОПЛАТЫ</w:t>
      </w:r>
    </w:p>
    <w:p w:rsidR="00010EE3" w:rsidRDefault="00010EE3" w:rsidP="00CE50E9">
      <w:r>
        <w:t>Оплата по настоящему Договору производится Покупателем путем перечисления денежных средств на расчетный счет Поставщика.</w:t>
      </w:r>
    </w:p>
    <w:p w:rsidR="00010EE3" w:rsidRDefault="00556600" w:rsidP="00CE50E9">
      <w:r>
        <w:t>Датой</w:t>
      </w:r>
      <w:r w:rsidR="00010EE3">
        <w:t xml:space="preserve"> оплаты Товара считается дата списания денежных средств с расчетного счета Покупателя.</w:t>
      </w:r>
    </w:p>
    <w:p w:rsidR="00556600" w:rsidRDefault="00010EE3" w:rsidP="00556600">
      <w:r>
        <w:t xml:space="preserve">Оплата поставленного Товара производится Покупателем путем перечисления денежных средств на расчетный счет Поставщика, </w:t>
      </w:r>
      <w:r w:rsidR="00556600">
        <w:t xml:space="preserve">в ближайший четверг после истечения </w:t>
      </w:r>
      <w:r w:rsidR="00836909" w:rsidRPr="00836909">
        <w:t>&lt;&lt;</w:t>
      </w:r>
      <w:r w:rsidR="00836909">
        <w:t>условия оплаты</w:t>
      </w:r>
      <w:r w:rsidR="00836909" w:rsidRPr="00836909">
        <w:t>&gt;&gt;</w:t>
      </w:r>
      <w:r w:rsidR="00836AAE">
        <w:t xml:space="preserve"> банковских дней</w:t>
      </w:r>
      <w:r w:rsidR="00556600">
        <w:t xml:space="preserve">, исчисляемых с момента получения Покупателем Товара в полном объеме в </w:t>
      </w:r>
      <w:r w:rsidR="001B75B4">
        <w:t xml:space="preserve">соответствии со спецификацией, </w:t>
      </w:r>
      <w:r w:rsidR="00556600">
        <w:t>оригиналов счета – фактуры, накладной, оформленных в соответствии с действующим законодательством, сертификата соответствия, и документов указанных в пункте 2.2. на поставленный Товар.</w:t>
      </w:r>
    </w:p>
    <w:p w:rsidR="00010EE3" w:rsidRDefault="00556600" w:rsidP="00556600">
      <w:pPr>
        <w:numPr>
          <w:ilvl w:val="0"/>
          <w:numId w:val="0"/>
        </w:numPr>
        <w:ind w:firstLine="709"/>
      </w:pPr>
      <w:r>
        <w:t>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w:t>
      </w:r>
    </w:p>
    <w:p w:rsidR="00010EE3" w:rsidRDefault="00556600" w:rsidP="00556600">
      <w:r w:rsidRPr="00556600">
        <w:t>Оригинал счет-фактуры</w:t>
      </w:r>
      <w:r w:rsidR="004C3AA4">
        <w:t>/УПД</w:t>
      </w:r>
      <w:r w:rsidRPr="00556600">
        <w:t xml:space="preserve">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счет-фактуры</w:t>
      </w:r>
      <w:r w:rsidR="004C3AA4">
        <w:t>/УПД</w:t>
      </w:r>
      <w:r w:rsidRPr="00556600">
        <w:t xml:space="preserve"> иными лицами, образцы их подписей, а также полномочия по подписанию счет-фактуры</w:t>
      </w:r>
      <w:r w:rsidR="005E71BA">
        <w:t>/УПД</w:t>
      </w:r>
      <w:r w:rsidRPr="00556600">
        <w:t xml:space="preserve">, должны быть подтверждены </w:t>
      </w:r>
      <w:r w:rsidRPr="00556600">
        <w:lastRenderedPageBreak/>
        <w:t>доверенностью. В случае представления счет-фактуры</w:t>
      </w:r>
      <w:r w:rsidR="005E71BA">
        <w:t>/УПД</w:t>
      </w:r>
      <w:r w:rsidRPr="00556600">
        <w:t xml:space="preserve"> с нарушением данного условия, счет-фактура</w:t>
      </w:r>
      <w:r w:rsidR="0076196E">
        <w:t>/УПД</w:t>
      </w:r>
      <w:r w:rsidRPr="00556600">
        <w:t xml:space="preserve"> считается не представленной.</w:t>
      </w:r>
    </w:p>
    <w:p w:rsidR="00F64B95" w:rsidRDefault="00F64B95" w:rsidP="00556600">
      <w:r>
        <w:t>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rsidR="00C844F0" w:rsidRPr="00D83DA4" w:rsidRDefault="00C844F0" w:rsidP="00C844F0">
      <w:pPr>
        <w:pStyle w:val="1"/>
        <w:rPr>
          <w:lang w:val="ru-RU"/>
        </w:rPr>
      </w:pPr>
      <w:r w:rsidRPr="00D83DA4">
        <w:t>ГАРАНТИЙНЫЕ ОБЯЗАТЕЛЬСТВА</w:t>
      </w:r>
    </w:p>
    <w:p w:rsidR="00C844F0" w:rsidRPr="00D83DA4" w:rsidRDefault="00C844F0" w:rsidP="00C844F0">
      <w:pPr>
        <w:pStyle w:val="1"/>
        <w:numPr>
          <w:ilvl w:val="0"/>
          <w:numId w:val="5"/>
        </w:numPr>
        <w:ind w:left="0" w:firstLine="0"/>
        <w:jc w:val="both"/>
        <w:rPr>
          <w:rFonts w:eastAsia="Calibri"/>
          <w:b w:val="0"/>
          <w:sz w:val="24"/>
          <w:szCs w:val="22"/>
          <w:lang w:val="ru-RU" w:eastAsia="en-US"/>
        </w:rPr>
      </w:pPr>
      <w:r w:rsidRPr="00D83DA4">
        <w:rPr>
          <w:rFonts w:eastAsia="Calibri"/>
          <w:b w:val="0"/>
          <w:sz w:val="24"/>
          <w:szCs w:val="22"/>
          <w:lang w:val="ru-RU" w:eastAsia="en-US"/>
        </w:rPr>
        <w:t xml:space="preserve">Поставщик предоставляет Покупателю гарантию, равную 12 месяцам с даты поставки </w:t>
      </w:r>
      <w:r w:rsidR="00BA41B4">
        <w:rPr>
          <w:rFonts w:eastAsia="Calibri"/>
          <w:b w:val="0"/>
          <w:sz w:val="24"/>
          <w:szCs w:val="22"/>
          <w:lang w:val="ru-RU" w:eastAsia="en-US"/>
        </w:rPr>
        <w:t>Т</w:t>
      </w:r>
      <w:r w:rsidRPr="00D83DA4">
        <w:rPr>
          <w:rFonts w:eastAsia="Calibri"/>
          <w:b w:val="0"/>
          <w:sz w:val="24"/>
          <w:szCs w:val="22"/>
          <w:lang w:val="ru-RU" w:eastAsia="en-US"/>
        </w:rPr>
        <w:t>овара.</w:t>
      </w:r>
    </w:p>
    <w:p w:rsidR="00C844F0" w:rsidRPr="00D83DA4" w:rsidRDefault="00C844F0" w:rsidP="00C844F0">
      <w:pPr>
        <w:numPr>
          <w:ilvl w:val="0"/>
          <w:numId w:val="5"/>
        </w:numPr>
        <w:ind w:left="0" w:firstLine="0"/>
      </w:pPr>
      <w:r w:rsidRPr="00D83DA4">
        <w:t>В случае обнаружения дефектов в течение гарантийного срока Покупатель обязан в течение трех рабочих дней сообщить Поставщику в письменной форме обо всех обнаруженных дефектах, направив ему претензию посредством факсимильной связи и/или по электронной почте на адрес: &lt;&lt;эл. почта поставщика&gt;&gt; с обязательными предоставлением оригинала. Факт получения претензии Поставщиком подтверждается положительным отчетом (рапортом) факсимильного аппарата или отчетом о доставке электронного письма до получателя.</w:t>
      </w:r>
    </w:p>
    <w:p w:rsidR="00C844F0" w:rsidRPr="00D83DA4" w:rsidRDefault="00C844F0" w:rsidP="00C844F0">
      <w:pPr>
        <w:numPr>
          <w:ilvl w:val="0"/>
          <w:numId w:val="5"/>
        </w:numPr>
        <w:ind w:left="0" w:firstLine="0"/>
      </w:pPr>
      <w:r w:rsidRPr="00D83DA4">
        <w:t xml:space="preserve">Поставщик обязан заменить дефектный </w:t>
      </w:r>
      <w:r w:rsidR="00BA41B4">
        <w:t>Т</w:t>
      </w:r>
      <w:r w:rsidRPr="00D83DA4">
        <w:t>овар</w:t>
      </w:r>
      <w:r w:rsidRPr="00D83DA4">
        <w:rPr>
          <w:b/>
        </w:rPr>
        <w:t xml:space="preserve">, </w:t>
      </w:r>
      <w:r w:rsidRPr="00D83DA4">
        <w:t>или части к нему на новое в срок не позднее 15 календарных дней с даты направления письменной претензии Покупателем, переданной посредством факсимильной связи и/или по электронной почте на адрес: &lt;&lt;эл. почта поставщика&gt;&gt;</w:t>
      </w:r>
      <w:r w:rsidR="00636414">
        <w:t xml:space="preserve"> </w:t>
      </w:r>
      <w:r w:rsidRPr="00D83DA4">
        <w:t xml:space="preserve">с обязательным предоставлением оригинала. Гарантийный срок на отремонтированный или замененный по гарантии </w:t>
      </w:r>
      <w:r w:rsidR="00BA41B4" w:rsidRPr="00BA41B4">
        <w:t>Т</w:t>
      </w:r>
      <w:r w:rsidRPr="00D83DA4">
        <w:t>овар</w:t>
      </w:r>
      <w:r w:rsidRPr="00D83DA4">
        <w:rPr>
          <w:b/>
        </w:rPr>
        <w:t xml:space="preserve">, </w:t>
      </w:r>
      <w:r w:rsidRPr="00D83DA4">
        <w:t xml:space="preserve">или частей к нему, поставленных взамен дефектных, начинает отчитываться заново с момента ввода </w:t>
      </w:r>
      <w:r w:rsidR="00BA41B4">
        <w:t>Т</w:t>
      </w:r>
      <w:r w:rsidRPr="00D83DA4">
        <w:t>овара</w:t>
      </w:r>
      <w:r w:rsidRPr="00D83DA4">
        <w:rPr>
          <w:b/>
        </w:rPr>
        <w:t xml:space="preserve">, </w:t>
      </w:r>
      <w:r w:rsidRPr="00D83DA4">
        <w:t>в эксплуатацию после его замены или ремонта.</w:t>
      </w:r>
    </w:p>
    <w:p w:rsidR="00C844F0" w:rsidRPr="00D83DA4" w:rsidRDefault="00C844F0" w:rsidP="00C844F0">
      <w:pPr>
        <w:numPr>
          <w:ilvl w:val="0"/>
          <w:numId w:val="5"/>
        </w:numPr>
        <w:ind w:left="0" w:firstLine="0"/>
      </w:pPr>
      <w:r w:rsidRPr="00D83DA4">
        <w:t xml:space="preserve">По согласованию с Покупателем срок устранения дефектов устранения дефектов может быть продлен в зависимости от технологического срока изготовления </w:t>
      </w:r>
      <w:r w:rsidR="00BA41B4">
        <w:t>Т</w:t>
      </w:r>
      <w:r w:rsidRPr="00D83DA4">
        <w:t>овара</w:t>
      </w:r>
      <w:r w:rsidRPr="00D83DA4">
        <w:rPr>
          <w:b/>
        </w:rPr>
        <w:t xml:space="preserve">, </w:t>
      </w:r>
      <w:r w:rsidRPr="00D83DA4">
        <w:t>либо деталей на заводе-изготовителе.</w:t>
      </w:r>
    </w:p>
    <w:p w:rsidR="00C844F0" w:rsidRPr="00D83DA4" w:rsidRDefault="00C844F0" w:rsidP="00C844F0">
      <w:pPr>
        <w:numPr>
          <w:ilvl w:val="0"/>
          <w:numId w:val="5"/>
        </w:numPr>
        <w:ind w:left="0" w:firstLine="0"/>
      </w:pPr>
      <w:r w:rsidRPr="00D83DA4">
        <w:t xml:space="preserve">В период гарантийного срока расходы, связанные с транспортировкой </w:t>
      </w:r>
      <w:r w:rsidR="00BA41B4" w:rsidRPr="00BA41B4">
        <w:t>Т</w:t>
      </w:r>
      <w:r w:rsidRPr="00D83DA4">
        <w:t>овара</w:t>
      </w:r>
      <w:r w:rsidRPr="00D83DA4">
        <w:rPr>
          <w:b/>
        </w:rPr>
        <w:t xml:space="preserve">, </w:t>
      </w:r>
      <w:r w:rsidRPr="00D83DA4">
        <w:t>для замены, несет Поставщик.</w:t>
      </w:r>
    </w:p>
    <w:p w:rsidR="00C844F0" w:rsidRPr="00D83DA4" w:rsidRDefault="00C844F0" w:rsidP="00C844F0">
      <w:pPr>
        <w:numPr>
          <w:ilvl w:val="0"/>
          <w:numId w:val="5"/>
        </w:numPr>
        <w:ind w:left="0" w:firstLine="0"/>
      </w:pPr>
      <w:r w:rsidRPr="00D83DA4">
        <w:t>Поставщик не принимает претензии дефектов, возникших по вине Покупателя: несчастный случай, неправильные условия хранения, нарушение правил монтажа и эксплуатации.</w:t>
      </w:r>
    </w:p>
    <w:p w:rsidR="00010EE3" w:rsidRPr="00730F0D" w:rsidRDefault="00010EE3" w:rsidP="00DD34CF">
      <w:pPr>
        <w:pStyle w:val="1"/>
        <w:rPr>
          <w:sz w:val="24"/>
          <w:szCs w:val="24"/>
        </w:rPr>
      </w:pPr>
      <w:r w:rsidRPr="00730F0D">
        <w:rPr>
          <w:sz w:val="24"/>
          <w:szCs w:val="24"/>
        </w:rPr>
        <w:t>ОТВЕТСТВЕННОСТЬ СТОРОН</w:t>
      </w:r>
    </w:p>
    <w:p w:rsidR="00010EE3" w:rsidRDefault="00010EE3" w:rsidP="00CE50E9">
      <w:r>
        <w:t>В случае не поставки Товара в сро</w:t>
      </w:r>
      <w:r w:rsidR="00F40ADD">
        <w:t>к, указанный в соответствующей С</w:t>
      </w:r>
      <w:r>
        <w:t>пецификации, Покупатель вправе предъявить Поставщику штраф в размер</w:t>
      </w:r>
      <w:r w:rsidR="008D4EBB">
        <w:t>е 0,5 процента от суммы данной С</w:t>
      </w:r>
      <w:r>
        <w:t>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w:t>
      </w:r>
    </w:p>
    <w:p w:rsidR="00010EE3" w:rsidRDefault="00010EE3" w:rsidP="00CE50E9">
      <w:r>
        <w:t>В случае нарушения сроков проведения расчетов за поставленный Товар Поставщик вправе предъявить Покупателю штраф в размере 0,</w:t>
      </w:r>
      <w:r w:rsidR="00556600">
        <w:t>0</w:t>
      </w:r>
      <w:r>
        <w:t>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w:t>
      </w:r>
    </w:p>
    <w:p w:rsidR="00010EE3" w:rsidRDefault="00010EE3" w:rsidP="00CE50E9">
      <w: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течении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010EE3" w:rsidRDefault="00010EE3" w:rsidP="00CE50E9">
      <w:pPr>
        <w:rPr>
          <w:szCs w:val="24"/>
        </w:rPr>
      </w:pPr>
      <w:r>
        <w:t xml:space="preserve">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w:t>
      </w:r>
      <w:r>
        <w:lastRenderedPageBreak/>
        <w:t xml:space="preserve">действительного ущерба в случае их </w:t>
      </w:r>
      <w:r w:rsidRPr="00730F0D">
        <w:rPr>
          <w:szCs w:val="24"/>
        </w:rPr>
        <w:t>документального подтверждения пострадавшей Стороной.</w:t>
      </w:r>
    </w:p>
    <w:p w:rsidR="00F462FC" w:rsidRPr="00730F0D" w:rsidRDefault="00F462FC" w:rsidP="00F462FC">
      <w:pPr>
        <w:rPr>
          <w:szCs w:val="24"/>
        </w:rPr>
      </w:pPr>
      <w:r w:rsidRPr="00F462FC">
        <w:rPr>
          <w:szCs w:val="24"/>
        </w:rPr>
        <w:t>В случае</w:t>
      </w:r>
      <w:r>
        <w:rPr>
          <w:szCs w:val="24"/>
        </w:rPr>
        <w:t>,</w:t>
      </w:r>
      <w:r w:rsidRPr="00F462FC">
        <w:rPr>
          <w:szCs w:val="24"/>
        </w:rP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w:t>
      </w:r>
    </w:p>
    <w:p w:rsidR="00010EE3" w:rsidRPr="00730F0D" w:rsidRDefault="00010EE3" w:rsidP="00CE50E9">
      <w:pPr>
        <w:rPr>
          <w:szCs w:val="24"/>
        </w:rPr>
      </w:pPr>
      <w:r w:rsidRPr="00730F0D">
        <w:rPr>
          <w:szCs w:val="24"/>
        </w:rPr>
        <w:t>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010EE3" w:rsidRPr="00730F0D" w:rsidRDefault="00010EE3" w:rsidP="00CE50E9">
      <w:pPr>
        <w:pStyle w:val="1"/>
        <w:rPr>
          <w:sz w:val="24"/>
          <w:szCs w:val="24"/>
        </w:rPr>
      </w:pPr>
      <w:r w:rsidRPr="00730F0D">
        <w:rPr>
          <w:sz w:val="24"/>
          <w:szCs w:val="24"/>
        </w:rPr>
        <w:t>ФОРС-МАЖОР</w:t>
      </w:r>
    </w:p>
    <w:p w:rsidR="00010EE3" w:rsidRPr="00730F0D" w:rsidRDefault="00010EE3" w:rsidP="00CE50E9">
      <w:pPr>
        <w:rPr>
          <w:szCs w:val="24"/>
        </w:rPr>
      </w:pPr>
      <w:r w:rsidRPr="00730F0D">
        <w:rPr>
          <w:szCs w:val="24"/>
        </w:rPr>
        <w:t>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w:t>
      </w:r>
    </w:p>
    <w:p w:rsidR="00010EE3" w:rsidRPr="00730F0D" w:rsidRDefault="00010EE3" w:rsidP="00CE50E9">
      <w:pPr>
        <w:rPr>
          <w:szCs w:val="24"/>
        </w:rPr>
      </w:pPr>
      <w:r w:rsidRPr="00730F0D">
        <w:rPr>
          <w:szCs w:val="24"/>
        </w:rPr>
        <w:t>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010EE3" w:rsidRPr="00730F0D" w:rsidRDefault="00010EE3" w:rsidP="00CE50E9">
      <w:pPr>
        <w:rPr>
          <w:szCs w:val="24"/>
        </w:rPr>
      </w:pPr>
      <w:r w:rsidRPr="00730F0D">
        <w:rPr>
          <w:szCs w:val="24"/>
        </w:rPr>
        <w:t>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010EE3" w:rsidRPr="00730F0D" w:rsidRDefault="00010EE3" w:rsidP="00CE50E9">
      <w:pPr>
        <w:pStyle w:val="1"/>
        <w:rPr>
          <w:sz w:val="24"/>
          <w:szCs w:val="24"/>
        </w:rPr>
      </w:pPr>
      <w:r w:rsidRPr="00730F0D">
        <w:rPr>
          <w:sz w:val="24"/>
          <w:szCs w:val="24"/>
        </w:rPr>
        <w:t>ПОРЯДОК УРЕГУЛИРОВАНИЯ СПОРОВ</w:t>
      </w:r>
    </w:p>
    <w:p w:rsidR="00010EE3" w:rsidRPr="00730F0D" w:rsidRDefault="00010EE3" w:rsidP="00CE50E9">
      <w:pPr>
        <w:rPr>
          <w:szCs w:val="24"/>
        </w:rPr>
      </w:pPr>
      <w:r w:rsidRPr="00730F0D">
        <w:rPr>
          <w:szCs w:val="24"/>
        </w:rPr>
        <w:t>Претензионный (досудебный) порядок урегулирования споров по настоящему Договору является обязательным.</w:t>
      </w:r>
    </w:p>
    <w:p w:rsidR="00010EE3" w:rsidRPr="00730F0D" w:rsidRDefault="00010EE3" w:rsidP="00CE50E9">
      <w:pPr>
        <w:rPr>
          <w:szCs w:val="24"/>
        </w:rPr>
      </w:pPr>
      <w:r w:rsidRPr="00730F0D">
        <w:rPr>
          <w:szCs w:val="24"/>
        </w:rPr>
        <w:t>Стороны договорились, что предпримут все возможное для разрешения споров, возникающих из настоя</w:t>
      </w:r>
      <w:r w:rsidR="00F462FC">
        <w:rPr>
          <w:szCs w:val="24"/>
        </w:rPr>
        <w:t>щего Договора или в связи с ним, путем переговоров.</w:t>
      </w:r>
    </w:p>
    <w:p w:rsidR="00010EE3" w:rsidRPr="00730F0D" w:rsidRDefault="00010EE3" w:rsidP="00DD34CF">
      <w:pPr>
        <w:rPr>
          <w:szCs w:val="24"/>
        </w:rPr>
      </w:pPr>
      <w:r w:rsidRPr="00730F0D">
        <w:rPr>
          <w:szCs w:val="24"/>
        </w:rPr>
        <w:t>Стороны дости</w:t>
      </w:r>
      <w:r w:rsidR="004F7CAA">
        <w:rPr>
          <w:szCs w:val="24"/>
        </w:rPr>
        <w:t>гли соглашения, что в случае не</w:t>
      </w:r>
      <w:r w:rsidRPr="00730F0D">
        <w:rPr>
          <w:szCs w:val="24"/>
        </w:rPr>
        <w:t>достижения договоренности Сторон все спорные вопросы разрешаются Арбитражным судом Оренбургской области.</w:t>
      </w:r>
    </w:p>
    <w:p w:rsidR="00010EE3" w:rsidRPr="00730F0D" w:rsidRDefault="00010EE3" w:rsidP="00CE50E9">
      <w:pPr>
        <w:pStyle w:val="1"/>
        <w:rPr>
          <w:sz w:val="24"/>
          <w:szCs w:val="24"/>
        </w:rPr>
      </w:pPr>
      <w:r w:rsidRPr="00730F0D">
        <w:rPr>
          <w:sz w:val="24"/>
          <w:szCs w:val="24"/>
        </w:rPr>
        <w:t>СРОК ДЕЙСТВИЯ ДОГОВОРА</w:t>
      </w:r>
    </w:p>
    <w:p w:rsidR="00010EE3" w:rsidRPr="00730F0D" w:rsidRDefault="00010EE3" w:rsidP="00CE50E9">
      <w:pPr>
        <w:rPr>
          <w:szCs w:val="24"/>
        </w:rPr>
      </w:pPr>
      <w:r w:rsidRPr="00730F0D">
        <w:rPr>
          <w:szCs w:val="24"/>
        </w:rPr>
        <w:t xml:space="preserve">Настоящий Договор вступает в силу с момента его подписания обеими Сторонами и действует до </w:t>
      </w:r>
      <w:r w:rsidR="004C2D2B" w:rsidRPr="00730F0D">
        <w:rPr>
          <w:szCs w:val="24"/>
        </w:rPr>
        <w:t>&lt;&lt;дата окончания</w:t>
      </w:r>
      <w:r w:rsidR="008A3DE3" w:rsidRPr="00730F0D">
        <w:rPr>
          <w:szCs w:val="24"/>
        </w:rPr>
        <w:t xml:space="preserve"> договора</w:t>
      </w:r>
      <w:r w:rsidR="004C2D2B" w:rsidRPr="00730F0D">
        <w:rPr>
          <w:szCs w:val="24"/>
        </w:rPr>
        <w:t>&gt;&gt;</w:t>
      </w:r>
      <w:r w:rsidRPr="00730F0D">
        <w:rPr>
          <w:szCs w:val="24"/>
        </w:rPr>
        <w:t>, а в части расчетов до полного их завершения. В случае, если ни одна из сторон не заявит о его прекращении, договор пролонгируется на следующий год.</w:t>
      </w:r>
    </w:p>
    <w:p w:rsidR="00010EE3" w:rsidRPr="00730F0D" w:rsidRDefault="00010EE3" w:rsidP="00CE50E9">
      <w:pPr>
        <w:rPr>
          <w:szCs w:val="24"/>
        </w:rPr>
      </w:pPr>
      <w:r w:rsidRPr="00730F0D">
        <w:rPr>
          <w:szCs w:val="24"/>
        </w:rPr>
        <w:t>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rsidR="00010EE3" w:rsidRPr="00730F0D" w:rsidRDefault="00010EE3" w:rsidP="00DD34CF">
      <w:pPr>
        <w:numPr>
          <w:ilvl w:val="0"/>
          <w:numId w:val="0"/>
        </w:numPr>
        <w:ind w:firstLine="709"/>
        <w:rPr>
          <w:szCs w:val="24"/>
        </w:rPr>
      </w:pPr>
      <w:r w:rsidRPr="00730F0D">
        <w:rPr>
          <w:szCs w:val="24"/>
        </w:rPr>
        <w:t>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010EE3" w:rsidRPr="00730F0D" w:rsidRDefault="00010EE3" w:rsidP="00CE50E9">
      <w:pPr>
        <w:pStyle w:val="1"/>
        <w:rPr>
          <w:sz w:val="24"/>
          <w:szCs w:val="24"/>
        </w:rPr>
      </w:pPr>
      <w:r w:rsidRPr="00730F0D">
        <w:rPr>
          <w:sz w:val="24"/>
          <w:szCs w:val="24"/>
        </w:rPr>
        <w:t>ЗАКЛЮЧИТЕЛЬНЫЕ ПОЛОЖЕНИЯ</w:t>
      </w:r>
    </w:p>
    <w:p w:rsidR="00010EE3" w:rsidRPr="00730F0D" w:rsidRDefault="00010EE3" w:rsidP="00CE50E9">
      <w:pPr>
        <w:rPr>
          <w:szCs w:val="24"/>
        </w:rPr>
      </w:pPr>
      <w:r w:rsidRPr="00730F0D">
        <w:rPr>
          <w:szCs w:val="24"/>
        </w:rPr>
        <w:t>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010EE3" w:rsidRPr="00730F0D" w:rsidRDefault="00BC4737" w:rsidP="00CE50E9">
      <w:pPr>
        <w:rPr>
          <w:szCs w:val="24"/>
        </w:rPr>
      </w:pPr>
      <w:r>
        <w:rPr>
          <w:szCs w:val="24"/>
        </w:rPr>
        <w:t>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w:t>
      </w:r>
    </w:p>
    <w:p w:rsidR="00010EE3" w:rsidRPr="00730F0D" w:rsidRDefault="00010EE3" w:rsidP="00CE50E9">
      <w:pPr>
        <w:rPr>
          <w:szCs w:val="24"/>
        </w:rPr>
      </w:pPr>
      <w:r w:rsidRPr="00730F0D">
        <w:rPr>
          <w:szCs w:val="24"/>
        </w:rPr>
        <w:t>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010EE3" w:rsidRPr="00730F0D" w:rsidRDefault="00010EE3" w:rsidP="00CE50E9">
      <w:pPr>
        <w:rPr>
          <w:szCs w:val="24"/>
        </w:rPr>
      </w:pPr>
      <w:r w:rsidRPr="00730F0D">
        <w:rPr>
          <w:szCs w:val="24"/>
        </w:rPr>
        <w:lastRenderedPageBreak/>
        <w:t>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010EE3" w:rsidRPr="00730F0D" w:rsidRDefault="00010EE3" w:rsidP="00CE50E9">
      <w:pPr>
        <w:rPr>
          <w:szCs w:val="24"/>
        </w:rPr>
      </w:pPr>
      <w:r w:rsidRPr="00730F0D">
        <w:rPr>
          <w:szCs w:val="24"/>
        </w:rPr>
        <w:t>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BD22DE" w:rsidRPr="00730F0D" w:rsidRDefault="00010EE3" w:rsidP="00CE50E9">
      <w:pPr>
        <w:pStyle w:val="1"/>
        <w:rPr>
          <w:sz w:val="24"/>
          <w:szCs w:val="24"/>
        </w:rPr>
      </w:pPr>
      <w:bookmarkStart w:id="0" w:name="signatureBegin"/>
      <w:bookmarkEnd w:id="0"/>
      <w:r w:rsidRPr="00730F0D">
        <w:rPr>
          <w:sz w:val="24"/>
          <w:szCs w:val="24"/>
        </w:rPr>
        <w:t>АДРЕСА, РЕКВИЗИТЫ И ПОДПИСИ СТОРОН</w:t>
      </w:r>
    </w:p>
    <w:tbl>
      <w:tblPr>
        <w:tblW w:w="9498" w:type="dxa"/>
        <w:tblInd w:w="-34" w:type="dxa"/>
        <w:tblLayout w:type="fixed"/>
        <w:tblLook w:val="0000"/>
      </w:tblPr>
      <w:tblGrid>
        <w:gridCol w:w="4537"/>
        <w:gridCol w:w="4961"/>
      </w:tblGrid>
      <w:tr w:rsidR="00585E4E" w:rsidRPr="00DD34CF" w:rsidTr="000B596D">
        <w:trPr>
          <w:trHeight w:val="208"/>
        </w:trPr>
        <w:tc>
          <w:tcPr>
            <w:tcW w:w="4537" w:type="dxa"/>
            <w:tcBorders>
              <w:top w:val="single" w:sz="4" w:space="0" w:color="000000"/>
              <w:left w:val="single" w:sz="4" w:space="0" w:color="000000"/>
              <w:bottom w:val="single" w:sz="4" w:space="0" w:color="000000"/>
            </w:tcBorders>
            <w:shd w:val="clear" w:color="auto" w:fill="auto"/>
          </w:tcPr>
          <w:p w:rsidR="00585E4E" w:rsidRPr="00DD34CF" w:rsidRDefault="00585E4E" w:rsidP="000B596D">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ПОКУПАТЕЛЬ:</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85E4E" w:rsidRPr="00DD34CF" w:rsidRDefault="00585E4E" w:rsidP="000B596D">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ПОСТАВЩИК:</w:t>
            </w:r>
          </w:p>
        </w:tc>
      </w:tr>
      <w:tr w:rsidR="00585E4E" w:rsidRPr="001F0F1F" w:rsidTr="000B596D">
        <w:trPr>
          <w:trHeight w:val="3109"/>
        </w:trPr>
        <w:tc>
          <w:tcPr>
            <w:tcW w:w="4537" w:type="dxa"/>
            <w:tcBorders>
              <w:top w:val="single" w:sz="4" w:space="0" w:color="000000"/>
              <w:left w:val="single" w:sz="4" w:space="0" w:color="000000"/>
              <w:bottom w:val="single" w:sz="4" w:space="0" w:color="000000"/>
            </w:tcBorders>
            <w:shd w:val="clear" w:color="auto" w:fill="auto"/>
          </w:tcPr>
          <w:p w:rsidR="00585E4E" w:rsidRPr="007C7254" w:rsidRDefault="00585E4E" w:rsidP="000B596D">
            <w:pPr>
              <w:numPr>
                <w:ilvl w:val="0"/>
                <w:numId w:val="4"/>
              </w:numPr>
              <w:suppressAutoHyphens/>
              <w:ind w:left="0" w:firstLine="0"/>
              <w:jc w:val="left"/>
              <w:rPr>
                <w:rFonts w:eastAsia="Times New Roman" w:cs="Calibri"/>
                <w:b/>
                <w:sz w:val="22"/>
                <w:lang w:val="en-US" w:eastAsia="ar-SA"/>
              </w:rPr>
            </w:pPr>
            <w:r w:rsidRPr="007C7254">
              <w:rPr>
                <w:rFonts w:eastAsia="Times New Roman" w:cs="Calibri"/>
                <w:b/>
                <w:sz w:val="22"/>
                <w:lang w:eastAsia="ar-SA"/>
              </w:rPr>
              <w:t>ООО «Руссоль»</w:t>
            </w:r>
          </w:p>
          <w:p w:rsidR="00585E4E" w:rsidRPr="00A8046D" w:rsidRDefault="00585E4E" w:rsidP="000B596D">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 xml:space="preserve">ИНН </w:t>
            </w:r>
            <w:r>
              <w:rPr>
                <w:rFonts w:eastAsia="Times New Roman" w:cs="Calibri"/>
                <w:szCs w:val="24"/>
                <w:lang w:val="en-US" w:eastAsia="ar-SA"/>
              </w:rPr>
              <w:t>&lt;&lt;</w:t>
            </w:r>
            <w:r>
              <w:rPr>
                <w:rFonts w:eastAsia="Times New Roman" w:cs="Calibri"/>
                <w:szCs w:val="24"/>
                <w:lang w:eastAsia="ar-SA"/>
              </w:rPr>
              <w:t>ИНН</w:t>
            </w:r>
            <w:r>
              <w:rPr>
                <w:rFonts w:eastAsia="Times New Roman" w:cs="Calibri"/>
                <w:szCs w:val="24"/>
                <w:lang w:val="en-US" w:eastAsia="ar-SA"/>
              </w:rPr>
              <w:t>&gt;&gt;</w:t>
            </w:r>
            <w:r>
              <w:rPr>
                <w:rFonts w:eastAsia="Times New Roman" w:cs="Calibri"/>
                <w:szCs w:val="24"/>
                <w:lang w:eastAsia="ar-SA"/>
              </w:rPr>
              <w:t xml:space="preserve"> КПП </w:t>
            </w:r>
            <w:r>
              <w:rPr>
                <w:rFonts w:eastAsia="Times New Roman" w:cs="Calibri"/>
                <w:szCs w:val="24"/>
                <w:lang w:val="en-US" w:eastAsia="ar-SA"/>
              </w:rPr>
              <w:t>&lt;&lt;</w:t>
            </w:r>
            <w:r>
              <w:rPr>
                <w:rFonts w:eastAsia="Times New Roman" w:cs="Calibri"/>
                <w:szCs w:val="24"/>
                <w:lang w:eastAsia="ar-SA"/>
              </w:rPr>
              <w:t>КПП</w:t>
            </w:r>
            <w:r>
              <w:rPr>
                <w:rFonts w:eastAsia="Times New Roman" w:cs="Calibri"/>
                <w:szCs w:val="24"/>
                <w:lang w:val="en-US" w:eastAsia="ar-SA"/>
              </w:rPr>
              <w:t>&gt;&gt;</w:t>
            </w:r>
          </w:p>
          <w:p w:rsidR="00585E4E" w:rsidRPr="00A8046D" w:rsidRDefault="00585E4E" w:rsidP="000B596D">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Юридический адрес</w:t>
            </w:r>
            <w:r>
              <w:rPr>
                <w:rFonts w:eastAsia="Times New Roman" w:cs="Calibri"/>
                <w:szCs w:val="24"/>
                <w:lang w:val="en-US" w:eastAsia="ar-SA"/>
              </w:rPr>
              <w:t>: &lt;&lt;</w:t>
            </w:r>
            <w:r>
              <w:rPr>
                <w:rFonts w:eastAsia="Times New Roman" w:cs="Calibri"/>
                <w:szCs w:val="24"/>
                <w:lang w:eastAsia="ar-SA"/>
              </w:rPr>
              <w:t>Адрес</w:t>
            </w:r>
            <w:r>
              <w:rPr>
                <w:rFonts w:eastAsia="Times New Roman" w:cs="Calibri"/>
                <w:szCs w:val="24"/>
                <w:lang w:val="en-US" w:eastAsia="ar-SA"/>
              </w:rPr>
              <w:t>&gt;&gt;</w:t>
            </w:r>
          </w:p>
          <w:p w:rsidR="00585E4E" w:rsidRPr="00A8046D" w:rsidRDefault="00585E4E" w:rsidP="000B596D">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Банковские реквизиты:</w:t>
            </w:r>
          </w:p>
          <w:p w:rsidR="00585E4E" w:rsidRPr="00A8046D" w:rsidRDefault="00585E4E" w:rsidP="000B596D">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 xml:space="preserve">Р/с </w:t>
            </w:r>
            <w:r>
              <w:rPr>
                <w:rFonts w:eastAsia="Times New Roman" w:cs="Calibri"/>
                <w:szCs w:val="24"/>
                <w:lang w:val="en-US" w:eastAsia="ar-SA"/>
              </w:rPr>
              <w:t>&lt;&lt;</w:t>
            </w:r>
            <w:r>
              <w:rPr>
                <w:rFonts w:eastAsia="Times New Roman" w:cs="Calibri"/>
                <w:szCs w:val="24"/>
                <w:lang w:eastAsia="ar-SA"/>
              </w:rPr>
              <w:t>расчетный счет</w:t>
            </w:r>
            <w:r>
              <w:rPr>
                <w:rFonts w:eastAsia="Times New Roman" w:cs="Calibri"/>
                <w:szCs w:val="24"/>
                <w:lang w:val="en-US" w:eastAsia="ar-SA"/>
              </w:rPr>
              <w:t>&gt;&gt;</w:t>
            </w:r>
          </w:p>
          <w:p w:rsidR="00585E4E" w:rsidRDefault="00585E4E" w:rsidP="000B596D">
            <w:pPr>
              <w:numPr>
                <w:ilvl w:val="0"/>
                <w:numId w:val="0"/>
              </w:numPr>
              <w:suppressAutoHyphens/>
              <w:jc w:val="left"/>
              <w:rPr>
                <w:rFonts w:eastAsia="Times New Roman" w:cs="Calibri"/>
                <w:szCs w:val="24"/>
                <w:lang w:val="en-US" w:eastAsia="ar-SA"/>
              </w:rPr>
            </w:pPr>
            <w:r>
              <w:rPr>
                <w:rFonts w:eastAsia="Times New Roman" w:cs="Calibri"/>
                <w:szCs w:val="24"/>
                <w:lang w:eastAsia="ar-SA"/>
              </w:rPr>
              <w:t xml:space="preserve">В </w:t>
            </w:r>
            <w:r>
              <w:rPr>
                <w:rFonts w:eastAsia="Times New Roman" w:cs="Calibri"/>
                <w:szCs w:val="24"/>
                <w:lang w:val="en-US" w:eastAsia="ar-SA"/>
              </w:rPr>
              <w:t>&lt;&lt;</w:t>
            </w:r>
            <w:r>
              <w:rPr>
                <w:rFonts w:eastAsia="Times New Roman" w:cs="Calibri"/>
                <w:szCs w:val="24"/>
                <w:lang w:eastAsia="ar-SA"/>
              </w:rPr>
              <w:t>наименование банка</w:t>
            </w:r>
            <w:r>
              <w:rPr>
                <w:rFonts w:eastAsia="Times New Roman" w:cs="Calibri"/>
                <w:szCs w:val="24"/>
                <w:lang w:val="en-US" w:eastAsia="ar-SA"/>
              </w:rPr>
              <w:t>&gt;&gt;</w:t>
            </w:r>
          </w:p>
          <w:p w:rsidR="00585E4E" w:rsidRPr="001F0F1F"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К/с </w:t>
            </w:r>
            <w:r w:rsidRPr="001F0F1F">
              <w:rPr>
                <w:rFonts w:eastAsia="Times New Roman" w:cs="Calibri"/>
                <w:szCs w:val="24"/>
                <w:lang w:eastAsia="ar-SA"/>
              </w:rPr>
              <w:t>&lt;&lt;</w:t>
            </w:r>
            <w:r>
              <w:rPr>
                <w:rFonts w:eastAsia="Times New Roman" w:cs="Calibri"/>
                <w:szCs w:val="24"/>
                <w:lang w:eastAsia="ar-SA"/>
              </w:rPr>
              <w:t>корр. счет</w:t>
            </w:r>
            <w:r w:rsidRPr="001F0F1F">
              <w:rPr>
                <w:rFonts w:eastAsia="Times New Roman" w:cs="Calibri"/>
                <w:szCs w:val="24"/>
                <w:lang w:eastAsia="ar-SA"/>
              </w:rPr>
              <w:t>&gt;&gt;</w:t>
            </w:r>
          </w:p>
          <w:p w:rsidR="00585E4E"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БИК </w:t>
            </w:r>
            <w:r w:rsidRPr="001F0F1F">
              <w:rPr>
                <w:rFonts w:eastAsia="Times New Roman" w:cs="Calibri"/>
                <w:szCs w:val="24"/>
                <w:lang w:eastAsia="ar-SA"/>
              </w:rPr>
              <w:t>&lt;&lt;</w:t>
            </w:r>
            <w:r>
              <w:rPr>
                <w:rFonts w:eastAsia="Times New Roman" w:cs="Calibri"/>
                <w:szCs w:val="24"/>
                <w:lang w:eastAsia="ar-SA"/>
              </w:rPr>
              <w:t>БИК</w:t>
            </w:r>
            <w:r w:rsidRPr="001F0F1F">
              <w:rPr>
                <w:rFonts w:eastAsia="Times New Roman" w:cs="Calibri"/>
                <w:szCs w:val="24"/>
                <w:lang w:eastAsia="ar-SA"/>
              </w:rPr>
              <w:t>&gt;&gt;</w:t>
            </w:r>
          </w:p>
          <w:p w:rsidR="00585E4E"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Тел/факс </w:t>
            </w:r>
            <w:r w:rsidRPr="001F0F1F">
              <w:rPr>
                <w:rFonts w:eastAsia="Times New Roman" w:cs="Calibri"/>
                <w:szCs w:val="24"/>
                <w:lang w:eastAsia="ar-SA"/>
              </w:rPr>
              <w:t>&lt;&lt;телефон</w:t>
            </w:r>
            <w:r>
              <w:rPr>
                <w:rFonts w:eastAsia="Times New Roman" w:cs="Calibri"/>
                <w:szCs w:val="24"/>
                <w:lang w:eastAsia="ar-SA"/>
              </w:rPr>
              <w:t xml:space="preserve"> ответственного</w:t>
            </w:r>
            <w:r w:rsidRPr="001F0F1F">
              <w:rPr>
                <w:rFonts w:eastAsia="Times New Roman" w:cs="Calibri"/>
                <w:szCs w:val="24"/>
                <w:lang w:eastAsia="ar-SA"/>
              </w:rPr>
              <w:t>&gt;&gt;</w:t>
            </w:r>
            <w:r>
              <w:rPr>
                <w:rFonts w:eastAsia="Times New Roman" w:cs="Calibri"/>
                <w:szCs w:val="24"/>
                <w:lang w:eastAsia="ar-SA"/>
              </w:rPr>
              <w:t xml:space="preserve">, </w:t>
            </w:r>
          </w:p>
          <w:p w:rsidR="00585E4E" w:rsidRPr="001F0F1F" w:rsidRDefault="00585E4E" w:rsidP="000B596D">
            <w:pPr>
              <w:numPr>
                <w:ilvl w:val="0"/>
                <w:numId w:val="0"/>
              </w:numPr>
              <w:suppressAutoHyphens/>
              <w:ind w:firstLine="1000"/>
              <w:jc w:val="left"/>
              <w:rPr>
                <w:rFonts w:eastAsia="Times New Roman" w:cs="Calibri"/>
                <w:szCs w:val="24"/>
                <w:lang w:eastAsia="ar-SA"/>
              </w:rPr>
            </w:pPr>
            <w:r w:rsidRPr="00BE0F4B">
              <w:rPr>
                <w:rFonts w:eastAsia="Times New Roman" w:cs="Calibri"/>
                <w:szCs w:val="24"/>
                <w:lang w:eastAsia="ar-SA"/>
              </w:rPr>
              <w:t>+7 (</w:t>
            </w:r>
            <w:r>
              <w:rPr>
                <w:rFonts w:eastAsia="Times New Roman" w:cs="Calibri"/>
                <w:szCs w:val="24"/>
                <w:lang w:eastAsia="ar-SA"/>
              </w:rPr>
              <w:t>3532</w:t>
            </w:r>
            <w:r w:rsidRPr="00BE0F4B">
              <w:rPr>
                <w:rFonts w:eastAsia="Times New Roman" w:cs="Calibri"/>
                <w:szCs w:val="24"/>
                <w:lang w:eastAsia="ar-SA"/>
              </w:rPr>
              <w:t>)</w:t>
            </w:r>
            <w:r>
              <w:rPr>
                <w:rFonts w:eastAsia="Times New Roman" w:cs="Calibri"/>
                <w:szCs w:val="24"/>
                <w:lang w:eastAsia="ar-SA"/>
              </w:rPr>
              <w:t xml:space="preserve"> 34-23-23</w:t>
            </w:r>
          </w:p>
          <w:p w:rsidR="00585E4E"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val="en-US" w:eastAsia="ar-SA"/>
              </w:rPr>
              <w:t>E</w:t>
            </w:r>
            <w:r w:rsidRPr="001F0F1F">
              <w:rPr>
                <w:rFonts w:eastAsia="Times New Roman" w:cs="Calibri"/>
                <w:szCs w:val="24"/>
                <w:lang w:eastAsia="ar-SA"/>
              </w:rPr>
              <w:t>-</w:t>
            </w:r>
            <w:r>
              <w:rPr>
                <w:rFonts w:eastAsia="Times New Roman" w:cs="Calibri"/>
                <w:szCs w:val="24"/>
                <w:lang w:val="en-US" w:eastAsia="ar-SA"/>
              </w:rPr>
              <w:t>mail</w:t>
            </w:r>
            <w:r w:rsidRPr="001F0F1F">
              <w:rPr>
                <w:rFonts w:eastAsia="Times New Roman" w:cs="Calibri"/>
                <w:szCs w:val="24"/>
                <w:lang w:eastAsia="ar-SA"/>
              </w:rPr>
              <w:t xml:space="preserve"> &lt;&lt;</w:t>
            </w:r>
            <w:r>
              <w:rPr>
                <w:rFonts w:eastAsia="Times New Roman" w:cs="Calibri"/>
                <w:szCs w:val="24"/>
                <w:lang w:eastAsia="ar-SA"/>
              </w:rPr>
              <w:t>эл. почта ответственного</w:t>
            </w:r>
            <w:r w:rsidRPr="001F0F1F">
              <w:rPr>
                <w:rFonts w:eastAsia="Times New Roman" w:cs="Calibri"/>
                <w:szCs w:val="24"/>
                <w:lang w:eastAsia="ar-SA"/>
              </w:rPr>
              <w:t>&gt;&gt;</w:t>
            </w:r>
            <w:r>
              <w:rPr>
                <w:rFonts w:eastAsia="Times New Roman" w:cs="Calibri"/>
                <w:szCs w:val="24"/>
                <w:lang w:eastAsia="ar-SA"/>
              </w:rPr>
              <w:t>,</w:t>
            </w:r>
          </w:p>
          <w:p w:rsidR="00585E4E" w:rsidRPr="001F0F1F" w:rsidRDefault="00585E4E" w:rsidP="000B596D">
            <w:pPr>
              <w:numPr>
                <w:ilvl w:val="0"/>
                <w:numId w:val="0"/>
              </w:numPr>
              <w:suppressAutoHyphens/>
              <w:ind w:firstLine="720"/>
              <w:jc w:val="left"/>
              <w:rPr>
                <w:rFonts w:eastAsia="Times New Roman" w:cs="Calibri"/>
                <w:b/>
                <w:szCs w:val="24"/>
                <w:lang w:eastAsia="ar-SA"/>
              </w:rPr>
            </w:pPr>
            <w:r>
              <w:rPr>
                <w:rFonts w:eastAsia="Times New Roman" w:cs="Calibri"/>
                <w:szCs w:val="24"/>
                <w:lang w:val="en-US" w:eastAsia="ar-SA"/>
              </w:rPr>
              <w:t>info</w:t>
            </w:r>
            <w:r w:rsidRPr="00BE0F4B">
              <w:rPr>
                <w:rFonts w:eastAsia="Times New Roman" w:cs="Calibri"/>
                <w:szCs w:val="24"/>
                <w:lang w:eastAsia="ar-SA"/>
              </w:rPr>
              <w:t>@</w:t>
            </w:r>
            <w:r>
              <w:rPr>
                <w:rFonts w:eastAsia="Times New Roman" w:cs="Calibri"/>
                <w:szCs w:val="24"/>
                <w:lang w:val="en-US" w:eastAsia="ar-SA"/>
              </w:rPr>
              <w:t>russalt</w:t>
            </w:r>
            <w:r w:rsidRPr="00BE0F4B">
              <w:rPr>
                <w:rFonts w:eastAsia="Times New Roman" w:cs="Calibri"/>
                <w:szCs w:val="24"/>
                <w:lang w:eastAsia="ar-SA"/>
              </w:rPr>
              <w:t>.</w:t>
            </w:r>
            <w:r>
              <w:rPr>
                <w:rFonts w:eastAsia="Times New Roman" w:cs="Calibri"/>
                <w:szCs w:val="24"/>
                <w:lang w:val="en-US" w:eastAsia="ar-SA"/>
              </w:rPr>
              <w:t>ru</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85E4E" w:rsidRPr="001F0F1F" w:rsidRDefault="00585E4E" w:rsidP="000B596D">
            <w:pPr>
              <w:numPr>
                <w:ilvl w:val="0"/>
                <w:numId w:val="4"/>
              </w:numPr>
              <w:suppressAutoHyphens/>
              <w:ind w:left="0" w:firstLine="0"/>
              <w:jc w:val="left"/>
              <w:rPr>
                <w:rFonts w:eastAsia="Times New Roman" w:cs="Calibri"/>
                <w:b/>
                <w:sz w:val="22"/>
                <w:szCs w:val="20"/>
                <w:lang w:eastAsia="ar-SA"/>
              </w:rPr>
            </w:pPr>
            <w:r w:rsidRPr="001F0F1F">
              <w:rPr>
                <w:rFonts w:eastAsia="Times New Roman" w:cs="Calibri"/>
                <w:b/>
                <w:sz w:val="22"/>
                <w:szCs w:val="20"/>
                <w:lang w:eastAsia="ar-SA"/>
              </w:rPr>
              <w:t>&lt;&lt;</w:t>
            </w:r>
            <w:r w:rsidRPr="00A8046D">
              <w:rPr>
                <w:rFonts w:eastAsia="Times New Roman" w:cs="Calibri"/>
                <w:b/>
                <w:sz w:val="22"/>
                <w:szCs w:val="20"/>
                <w:lang w:eastAsia="ar-SA"/>
              </w:rPr>
              <w:t>Поставщик</w:t>
            </w:r>
            <w:r w:rsidRPr="001F0F1F">
              <w:rPr>
                <w:rFonts w:eastAsia="Times New Roman" w:cs="Calibri"/>
                <w:b/>
                <w:sz w:val="22"/>
                <w:szCs w:val="20"/>
                <w:lang w:eastAsia="ar-SA"/>
              </w:rPr>
              <w:t>&gt;&gt;</w:t>
            </w:r>
          </w:p>
          <w:p w:rsidR="00585E4E" w:rsidRPr="001F0F1F" w:rsidRDefault="00585E4E" w:rsidP="000B596D">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 xml:space="preserve">ИНН </w:t>
            </w:r>
            <w:r w:rsidRPr="001F0F1F">
              <w:rPr>
                <w:rFonts w:eastAsia="Times New Roman" w:cs="Calibri"/>
                <w:szCs w:val="24"/>
                <w:lang w:eastAsia="ar-SA"/>
              </w:rPr>
              <w:t>&lt;&lt;</w:t>
            </w:r>
            <w:r>
              <w:rPr>
                <w:rFonts w:eastAsia="Times New Roman" w:cs="Calibri"/>
                <w:szCs w:val="24"/>
                <w:lang w:eastAsia="ar-SA"/>
              </w:rPr>
              <w:t>ИНН пост.</w:t>
            </w:r>
            <w:r w:rsidRPr="001F0F1F">
              <w:rPr>
                <w:rFonts w:eastAsia="Times New Roman" w:cs="Calibri"/>
                <w:szCs w:val="24"/>
                <w:lang w:eastAsia="ar-SA"/>
              </w:rPr>
              <w:t>&gt;&gt;</w:t>
            </w:r>
            <w:r>
              <w:rPr>
                <w:rFonts w:eastAsia="Times New Roman" w:cs="Calibri"/>
                <w:szCs w:val="24"/>
                <w:lang w:eastAsia="ar-SA"/>
              </w:rPr>
              <w:t xml:space="preserve"> КПП </w:t>
            </w:r>
            <w:r w:rsidRPr="001F0F1F">
              <w:rPr>
                <w:rFonts w:eastAsia="Times New Roman" w:cs="Calibri"/>
                <w:szCs w:val="24"/>
                <w:lang w:eastAsia="ar-SA"/>
              </w:rPr>
              <w:t>&lt;&lt;</w:t>
            </w:r>
            <w:r>
              <w:rPr>
                <w:rFonts w:eastAsia="Times New Roman" w:cs="Calibri"/>
                <w:szCs w:val="24"/>
                <w:lang w:eastAsia="ar-SA"/>
              </w:rPr>
              <w:t>КПП пост.</w:t>
            </w:r>
            <w:r w:rsidRPr="001F0F1F">
              <w:rPr>
                <w:rFonts w:eastAsia="Times New Roman" w:cs="Calibri"/>
                <w:szCs w:val="24"/>
                <w:lang w:eastAsia="ar-SA"/>
              </w:rPr>
              <w:t>&gt;&gt;</w:t>
            </w:r>
          </w:p>
          <w:p w:rsidR="00585E4E" w:rsidRPr="001F0F1F" w:rsidRDefault="00585E4E" w:rsidP="000B596D">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Юридический адрес</w:t>
            </w:r>
            <w:r w:rsidRPr="001F0F1F">
              <w:rPr>
                <w:rFonts w:eastAsia="Times New Roman" w:cs="Calibri"/>
                <w:szCs w:val="24"/>
                <w:lang w:eastAsia="ar-SA"/>
              </w:rPr>
              <w:t>: &lt;&lt;</w:t>
            </w:r>
            <w:r>
              <w:rPr>
                <w:rFonts w:eastAsia="Times New Roman" w:cs="Calibri"/>
                <w:szCs w:val="24"/>
                <w:lang w:eastAsia="ar-SA"/>
              </w:rPr>
              <w:t>Адрес поставщика</w:t>
            </w:r>
            <w:r w:rsidRPr="001F0F1F">
              <w:rPr>
                <w:rFonts w:eastAsia="Times New Roman" w:cs="Calibri"/>
                <w:szCs w:val="24"/>
                <w:lang w:eastAsia="ar-SA"/>
              </w:rPr>
              <w:t>&gt;&gt;</w:t>
            </w:r>
          </w:p>
          <w:p w:rsidR="00585E4E" w:rsidRPr="001F0F1F" w:rsidRDefault="00585E4E" w:rsidP="000B596D">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Банковские реквизиты:</w:t>
            </w:r>
          </w:p>
          <w:p w:rsidR="00585E4E" w:rsidRPr="001F0F1F" w:rsidRDefault="00585E4E" w:rsidP="000B596D">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 xml:space="preserve">Р/с </w:t>
            </w:r>
            <w:r w:rsidRPr="001F0F1F">
              <w:rPr>
                <w:rFonts w:eastAsia="Times New Roman" w:cs="Calibri"/>
                <w:szCs w:val="24"/>
                <w:lang w:eastAsia="ar-SA"/>
              </w:rPr>
              <w:t>&lt;&lt;</w:t>
            </w:r>
            <w:r>
              <w:rPr>
                <w:rFonts w:eastAsia="Times New Roman" w:cs="Calibri"/>
                <w:szCs w:val="24"/>
                <w:lang w:eastAsia="ar-SA"/>
              </w:rPr>
              <w:t>расчетный счет поставщика</w:t>
            </w:r>
            <w:r w:rsidRPr="001F0F1F">
              <w:rPr>
                <w:rFonts w:eastAsia="Times New Roman" w:cs="Calibri"/>
                <w:szCs w:val="24"/>
                <w:lang w:eastAsia="ar-SA"/>
              </w:rPr>
              <w:t>&gt;&gt;</w:t>
            </w:r>
          </w:p>
          <w:p w:rsidR="00585E4E" w:rsidRPr="00585E4E"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В </w:t>
            </w:r>
            <w:r w:rsidRPr="001F0F1F">
              <w:rPr>
                <w:rFonts w:eastAsia="Times New Roman" w:cs="Calibri"/>
                <w:szCs w:val="24"/>
                <w:lang w:eastAsia="ar-SA"/>
              </w:rPr>
              <w:t>&lt;&lt;</w:t>
            </w:r>
            <w:r>
              <w:rPr>
                <w:rFonts w:eastAsia="Times New Roman" w:cs="Calibri"/>
                <w:szCs w:val="24"/>
                <w:lang w:eastAsia="ar-SA"/>
              </w:rPr>
              <w:t>наименование банка поставщика</w:t>
            </w:r>
            <w:r w:rsidRPr="00585E4E">
              <w:rPr>
                <w:rFonts w:eastAsia="Times New Roman" w:cs="Calibri"/>
                <w:szCs w:val="24"/>
                <w:lang w:eastAsia="ar-SA"/>
              </w:rPr>
              <w:t>&gt;&gt;</w:t>
            </w:r>
          </w:p>
          <w:p w:rsidR="00585E4E" w:rsidRPr="001F0F1F"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К/с </w:t>
            </w:r>
            <w:r w:rsidRPr="001F0F1F">
              <w:rPr>
                <w:rFonts w:eastAsia="Times New Roman" w:cs="Calibri"/>
                <w:szCs w:val="24"/>
                <w:lang w:eastAsia="ar-SA"/>
              </w:rPr>
              <w:t>&lt;&lt;</w:t>
            </w:r>
            <w:r>
              <w:rPr>
                <w:rFonts w:eastAsia="Times New Roman" w:cs="Calibri"/>
                <w:szCs w:val="24"/>
                <w:lang w:eastAsia="ar-SA"/>
              </w:rPr>
              <w:t>корр. счет поставщика</w:t>
            </w:r>
            <w:r w:rsidRPr="001F0F1F">
              <w:rPr>
                <w:rFonts w:eastAsia="Times New Roman" w:cs="Calibri"/>
                <w:szCs w:val="24"/>
                <w:lang w:eastAsia="ar-SA"/>
              </w:rPr>
              <w:t>&gt;&gt;</w:t>
            </w:r>
          </w:p>
          <w:p w:rsidR="00585E4E" w:rsidRPr="00632B3C"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БИК </w:t>
            </w:r>
            <w:r w:rsidRPr="00632B3C">
              <w:rPr>
                <w:rFonts w:eastAsia="Times New Roman" w:cs="Calibri"/>
                <w:szCs w:val="24"/>
                <w:lang w:eastAsia="ar-SA"/>
              </w:rPr>
              <w:t>&lt;&lt;</w:t>
            </w:r>
            <w:r>
              <w:rPr>
                <w:rFonts w:eastAsia="Times New Roman" w:cs="Calibri"/>
                <w:szCs w:val="24"/>
                <w:lang w:eastAsia="ar-SA"/>
              </w:rPr>
              <w:t>БИК поставщика</w:t>
            </w:r>
            <w:r w:rsidRPr="00632B3C">
              <w:rPr>
                <w:rFonts w:eastAsia="Times New Roman" w:cs="Calibri"/>
                <w:szCs w:val="24"/>
                <w:lang w:eastAsia="ar-SA"/>
              </w:rPr>
              <w:t>&gt;&gt;</w:t>
            </w:r>
          </w:p>
          <w:p w:rsidR="00585E4E" w:rsidRPr="00632B3C" w:rsidRDefault="00585E4E" w:rsidP="000B59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Тел/факс </w:t>
            </w:r>
            <w:r w:rsidRPr="00632B3C">
              <w:rPr>
                <w:rFonts w:eastAsia="Times New Roman" w:cs="Calibri"/>
                <w:szCs w:val="24"/>
                <w:lang w:eastAsia="ar-SA"/>
              </w:rPr>
              <w:t>&lt;&lt;телефон</w:t>
            </w:r>
            <w:r>
              <w:rPr>
                <w:rFonts w:eastAsia="Times New Roman" w:cs="Calibri"/>
                <w:szCs w:val="24"/>
                <w:lang w:eastAsia="ar-SA"/>
              </w:rPr>
              <w:t xml:space="preserve"> поставщика</w:t>
            </w:r>
            <w:r w:rsidRPr="00632B3C">
              <w:rPr>
                <w:rFonts w:eastAsia="Times New Roman" w:cs="Calibri"/>
                <w:szCs w:val="24"/>
                <w:lang w:eastAsia="ar-SA"/>
              </w:rPr>
              <w:t>&gt;&gt;</w:t>
            </w:r>
          </w:p>
          <w:p w:rsidR="00585E4E" w:rsidRPr="001F0F1F" w:rsidRDefault="00585E4E" w:rsidP="000B596D">
            <w:pPr>
              <w:numPr>
                <w:ilvl w:val="0"/>
                <w:numId w:val="4"/>
              </w:numPr>
              <w:suppressAutoHyphens/>
              <w:ind w:left="0" w:firstLine="0"/>
              <w:jc w:val="left"/>
              <w:rPr>
                <w:rFonts w:eastAsia="Times New Roman" w:cs="Calibri"/>
                <w:b/>
                <w:sz w:val="22"/>
                <w:szCs w:val="20"/>
                <w:lang w:eastAsia="ar-SA"/>
              </w:rPr>
            </w:pPr>
            <w:r>
              <w:rPr>
                <w:rFonts w:eastAsia="Times New Roman" w:cs="Calibri"/>
                <w:szCs w:val="24"/>
                <w:lang w:val="en-US" w:eastAsia="ar-SA"/>
              </w:rPr>
              <w:t>E</w:t>
            </w:r>
            <w:r w:rsidRPr="00632B3C">
              <w:rPr>
                <w:rFonts w:eastAsia="Times New Roman" w:cs="Calibri"/>
                <w:szCs w:val="24"/>
                <w:lang w:eastAsia="ar-SA"/>
              </w:rPr>
              <w:t>-</w:t>
            </w:r>
            <w:r>
              <w:rPr>
                <w:rFonts w:eastAsia="Times New Roman" w:cs="Calibri"/>
                <w:szCs w:val="24"/>
                <w:lang w:val="en-US" w:eastAsia="ar-SA"/>
              </w:rPr>
              <w:t>mail</w:t>
            </w:r>
            <w:r w:rsidRPr="001F0F1F">
              <w:rPr>
                <w:rFonts w:eastAsia="Times New Roman" w:cs="Calibri"/>
                <w:szCs w:val="24"/>
                <w:lang w:eastAsia="ar-SA"/>
              </w:rPr>
              <w:t xml:space="preserve"> &lt;&lt;</w:t>
            </w:r>
            <w:r>
              <w:rPr>
                <w:rFonts w:eastAsia="Times New Roman" w:cs="Calibri"/>
                <w:szCs w:val="24"/>
                <w:lang w:eastAsia="ar-SA"/>
              </w:rPr>
              <w:t>эл. почта поставщика</w:t>
            </w:r>
            <w:r w:rsidRPr="001F0F1F">
              <w:rPr>
                <w:rFonts w:eastAsia="Times New Roman" w:cs="Calibri"/>
                <w:szCs w:val="24"/>
                <w:lang w:eastAsia="ar-SA"/>
              </w:rPr>
              <w:t>&gt;&gt;</w:t>
            </w:r>
          </w:p>
        </w:tc>
      </w:tr>
      <w:tr w:rsidR="00585E4E" w:rsidRPr="00DD34CF" w:rsidTr="000B596D">
        <w:trPr>
          <w:trHeight w:val="1144"/>
        </w:trPr>
        <w:tc>
          <w:tcPr>
            <w:tcW w:w="4537" w:type="dxa"/>
            <w:tcBorders>
              <w:top w:val="single" w:sz="4" w:space="0" w:color="000000"/>
              <w:left w:val="single" w:sz="4" w:space="0" w:color="000000"/>
              <w:bottom w:val="single" w:sz="4" w:space="0" w:color="000000"/>
            </w:tcBorders>
            <w:shd w:val="clear" w:color="auto" w:fill="auto"/>
          </w:tcPr>
          <w:p w:rsidR="00585E4E" w:rsidRPr="00DD34CF" w:rsidRDefault="00585E4E" w:rsidP="000B596D">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Директор</w:t>
            </w:r>
          </w:p>
          <w:p w:rsidR="00585E4E" w:rsidRPr="00DD34CF" w:rsidRDefault="00585E4E" w:rsidP="000B596D">
            <w:pPr>
              <w:numPr>
                <w:ilvl w:val="0"/>
                <w:numId w:val="4"/>
              </w:numPr>
              <w:suppressAutoHyphens/>
              <w:ind w:left="0" w:firstLine="0"/>
              <w:jc w:val="left"/>
              <w:rPr>
                <w:rFonts w:eastAsia="Times New Roman" w:cs="Calibri"/>
                <w:b/>
                <w:szCs w:val="24"/>
                <w:lang w:eastAsia="ar-SA"/>
              </w:rPr>
            </w:pPr>
          </w:p>
          <w:p w:rsidR="00585E4E" w:rsidRPr="00DD34CF" w:rsidRDefault="00585E4E" w:rsidP="000B596D">
            <w:pPr>
              <w:numPr>
                <w:ilvl w:val="0"/>
                <w:numId w:val="4"/>
              </w:numPr>
              <w:suppressAutoHyphens/>
              <w:ind w:left="0" w:firstLine="0"/>
              <w:jc w:val="left"/>
              <w:rPr>
                <w:rFonts w:eastAsia="Times New Roman" w:cs="Calibri"/>
                <w:b/>
                <w:szCs w:val="24"/>
                <w:lang w:eastAsia="ar-SA"/>
              </w:rPr>
            </w:pPr>
          </w:p>
          <w:p w:rsidR="00585E4E" w:rsidRPr="00DD34CF" w:rsidRDefault="00585E4E" w:rsidP="000B596D">
            <w:pPr>
              <w:numPr>
                <w:ilvl w:val="0"/>
                <w:numId w:val="4"/>
              </w:numPr>
              <w:suppressAutoHyphens/>
              <w:spacing w:after="120"/>
              <w:ind w:left="0" w:firstLine="0"/>
              <w:jc w:val="left"/>
              <w:rPr>
                <w:rFonts w:eastAsia="Times New Roman" w:cs="Calibri"/>
                <w:b/>
                <w:szCs w:val="24"/>
                <w:lang w:eastAsia="ar-SA"/>
              </w:rPr>
            </w:pPr>
            <w:r>
              <w:rPr>
                <w:rFonts w:eastAsia="Times New Roman" w:cs="Calibri"/>
                <w:b/>
                <w:szCs w:val="24"/>
                <w:lang w:eastAsia="ar-SA"/>
              </w:rPr>
              <w:t>__________________</w:t>
            </w:r>
            <w:r w:rsidRPr="00DD34CF">
              <w:rPr>
                <w:rFonts w:eastAsia="Times New Roman" w:cs="Calibri"/>
                <w:b/>
                <w:szCs w:val="24"/>
                <w:lang w:eastAsia="ar-SA"/>
              </w:rPr>
              <w:t>Черный С.В.</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85E4E" w:rsidRPr="00DD34CF" w:rsidRDefault="00585E4E" w:rsidP="000B596D">
            <w:pPr>
              <w:numPr>
                <w:ilvl w:val="0"/>
                <w:numId w:val="4"/>
              </w:numPr>
              <w:suppressAutoHyphens/>
              <w:snapToGrid w:val="0"/>
              <w:ind w:left="0" w:firstLine="0"/>
              <w:jc w:val="left"/>
              <w:rPr>
                <w:rFonts w:eastAsia="Times New Roman" w:cs="Calibri"/>
                <w:b/>
                <w:szCs w:val="24"/>
                <w:lang w:eastAsia="ar-SA"/>
              </w:rPr>
            </w:pPr>
            <w:r>
              <w:rPr>
                <w:rFonts w:eastAsia="Times New Roman" w:cs="Calibri"/>
                <w:b/>
                <w:szCs w:val="24"/>
                <w:lang w:val="en-US" w:eastAsia="ar-SA"/>
              </w:rPr>
              <w:t>&lt;&lt;</w:t>
            </w:r>
            <w:r>
              <w:rPr>
                <w:rFonts w:eastAsia="Times New Roman" w:cs="Calibri"/>
                <w:b/>
                <w:szCs w:val="24"/>
                <w:lang w:eastAsia="ar-SA"/>
              </w:rPr>
              <w:t>Должность</w:t>
            </w:r>
            <w:r>
              <w:rPr>
                <w:rFonts w:eastAsia="Times New Roman" w:cs="Calibri"/>
                <w:b/>
                <w:szCs w:val="24"/>
                <w:lang w:val="en-US" w:eastAsia="ar-SA"/>
              </w:rPr>
              <w:t>&gt;&gt;</w:t>
            </w:r>
            <w:r w:rsidRPr="00DD34CF">
              <w:rPr>
                <w:rFonts w:eastAsia="Times New Roman" w:cs="Calibri"/>
                <w:b/>
                <w:szCs w:val="24"/>
                <w:lang w:eastAsia="ar-SA"/>
              </w:rPr>
              <w:t xml:space="preserve"> </w:t>
            </w:r>
          </w:p>
          <w:p w:rsidR="00585E4E" w:rsidRPr="00DD34CF" w:rsidRDefault="00585E4E" w:rsidP="000B596D">
            <w:pPr>
              <w:numPr>
                <w:ilvl w:val="0"/>
                <w:numId w:val="4"/>
              </w:numPr>
              <w:suppressAutoHyphens/>
              <w:ind w:left="0" w:firstLine="0"/>
              <w:jc w:val="left"/>
              <w:rPr>
                <w:rFonts w:eastAsia="Times New Roman" w:cs="Calibri"/>
                <w:b/>
                <w:szCs w:val="24"/>
                <w:lang w:eastAsia="ar-SA"/>
              </w:rPr>
            </w:pPr>
          </w:p>
          <w:p w:rsidR="00585E4E" w:rsidRPr="00DD34CF" w:rsidRDefault="00585E4E" w:rsidP="000B596D">
            <w:pPr>
              <w:numPr>
                <w:ilvl w:val="0"/>
                <w:numId w:val="4"/>
              </w:numPr>
              <w:suppressAutoHyphens/>
              <w:ind w:left="0" w:firstLine="0"/>
              <w:jc w:val="left"/>
              <w:rPr>
                <w:rFonts w:eastAsia="Times New Roman" w:cs="Calibri"/>
                <w:b/>
                <w:szCs w:val="24"/>
                <w:lang w:eastAsia="ar-SA"/>
              </w:rPr>
            </w:pPr>
          </w:p>
          <w:p w:rsidR="00585E4E" w:rsidRPr="00DD34CF" w:rsidRDefault="00585E4E" w:rsidP="000B596D">
            <w:pPr>
              <w:numPr>
                <w:ilvl w:val="0"/>
                <w:numId w:val="4"/>
              </w:numPr>
              <w:suppressAutoHyphens/>
              <w:spacing w:after="120"/>
              <w:ind w:left="0" w:firstLine="0"/>
              <w:jc w:val="left"/>
              <w:rPr>
                <w:rFonts w:eastAsia="Times New Roman" w:cs="Calibri"/>
                <w:szCs w:val="24"/>
                <w:lang w:eastAsia="ar-SA"/>
              </w:rPr>
            </w:pPr>
            <w:r>
              <w:rPr>
                <w:rFonts w:eastAsia="Times New Roman" w:cs="Calibri"/>
                <w:b/>
                <w:szCs w:val="24"/>
                <w:lang w:eastAsia="ar-SA"/>
              </w:rPr>
              <w:t>__________________</w:t>
            </w:r>
            <w:r>
              <w:rPr>
                <w:rFonts w:eastAsia="Times New Roman" w:cs="Calibri"/>
                <w:b/>
                <w:szCs w:val="24"/>
                <w:lang w:val="en-US" w:eastAsia="ar-SA"/>
              </w:rPr>
              <w:t>&lt;&lt;</w:t>
            </w:r>
            <w:r>
              <w:rPr>
                <w:rFonts w:eastAsia="Times New Roman" w:cs="Calibri"/>
                <w:b/>
                <w:szCs w:val="24"/>
                <w:lang w:eastAsia="ar-SA"/>
              </w:rPr>
              <w:t>ФИО</w:t>
            </w:r>
            <w:r>
              <w:rPr>
                <w:rFonts w:eastAsia="Times New Roman" w:cs="Calibri"/>
                <w:b/>
                <w:szCs w:val="24"/>
                <w:lang w:val="en-US" w:eastAsia="ar-SA"/>
              </w:rPr>
              <w:t>&gt;&gt;</w:t>
            </w:r>
            <w:r w:rsidRPr="00DD34CF">
              <w:rPr>
                <w:rFonts w:eastAsia="Times New Roman" w:cs="Calibri"/>
                <w:szCs w:val="24"/>
                <w:lang w:eastAsia="ar-SA"/>
              </w:rPr>
              <w:t>.</w:t>
            </w:r>
            <w:r w:rsidRPr="00DD34CF">
              <w:rPr>
                <w:rFonts w:eastAsia="Times New Roman" w:cs="Calibri"/>
                <w:b/>
                <w:bCs/>
                <w:szCs w:val="24"/>
                <w:lang w:eastAsia="ar-SA"/>
              </w:rPr>
              <w:t xml:space="preserve"> </w:t>
            </w:r>
            <w:bookmarkStart w:id="1" w:name="signatureEnd"/>
            <w:bookmarkEnd w:id="1"/>
          </w:p>
        </w:tc>
      </w:tr>
    </w:tbl>
    <w:p w:rsidR="00DD34CF" w:rsidRPr="00DD34CF" w:rsidRDefault="00DD34CF" w:rsidP="00DD34CF">
      <w:pPr>
        <w:numPr>
          <w:ilvl w:val="0"/>
          <w:numId w:val="0"/>
        </w:numPr>
        <w:ind w:firstLine="709"/>
      </w:pPr>
    </w:p>
    <w:sectPr w:rsidR="00DD34CF" w:rsidRPr="00DD34CF">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4A3" w:rsidRDefault="00D834A3" w:rsidP="00010EE3">
      <w:r>
        <w:separator/>
      </w:r>
    </w:p>
  </w:endnote>
  <w:endnote w:type="continuationSeparator" w:id="1">
    <w:p w:rsidR="00D834A3" w:rsidRDefault="00D834A3" w:rsidP="00010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Pr="002052A1" w:rsidRDefault="002052A1" w:rsidP="002052A1">
    <w:pPr>
      <w:pStyle w:val="a5"/>
      <w:numPr>
        <w:ilvl w:val="0"/>
        <w:numId w:val="0"/>
      </w:numPr>
      <w:ind w:left="709"/>
      <w:jc w:val="right"/>
      <w:rPr>
        <w:lang w:val="ru-RU"/>
      </w:rPr>
    </w:pPr>
    <w:r>
      <w:rPr>
        <w:lang w:val="ru-RU"/>
      </w:rPr>
      <w:t xml:space="preserve">Страница </w:t>
    </w:r>
    <w:fldSimple w:instr="PAGE   \* MERGEFORMAT">
      <w:r w:rsidR="001F5019" w:rsidRPr="001F5019">
        <w:rPr>
          <w:noProof/>
          <w:lang w:val="ru-RU"/>
        </w:rPr>
        <w:t>1</w:t>
      </w:r>
    </w:fldSimple>
    <w:r>
      <w:rPr>
        <w:lang w:val="ru-RU"/>
      </w:rPr>
      <w:t xml:space="preserve"> из </w:t>
    </w:r>
    <w:fldSimple w:instr=" NUMPAGES  \* Arabic  \* MERGEFORMAT ">
      <w:r w:rsidR="001F5019">
        <w:rPr>
          <w:noProof/>
          <w:lang w:val="ru-RU"/>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4A3" w:rsidRDefault="00D834A3" w:rsidP="00010EE3">
      <w:r>
        <w:separator/>
      </w:r>
    </w:p>
  </w:footnote>
  <w:footnote w:type="continuationSeparator" w:id="1">
    <w:p w:rsidR="00D834A3" w:rsidRDefault="00D834A3" w:rsidP="00010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Pr="002052A1" w:rsidRDefault="002052A1" w:rsidP="002052A1">
    <w:pPr>
      <w:pStyle w:val="a3"/>
      <w:numPr>
        <w:ilvl w:val="0"/>
        <w:numId w:val="0"/>
      </w:numPr>
      <w:ind w:left="70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1A422F5"/>
    <w:multiLevelType w:val="hybridMultilevel"/>
    <w:tmpl w:val="792020DE"/>
    <w:lvl w:ilvl="0" w:tplc="02668234">
      <w:start w:val="1"/>
      <w:numFmt w:val="decimal"/>
      <w:lvlText w:val="6.%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D274C0"/>
    <w:multiLevelType w:val="multilevel"/>
    <w:tmpl w:val="1444CDE6"/>
    <w:numStyleLink w:val="2"/>
  </w:abstractNum>
  <w:abstractNum w:abstractNumId="3">
    <w:nsid w:val="49CB2D08"/>
    <w:multiLevelType w:val="multilevel"/>
    <w:tmpl w:val="1444CDE6"/>
    <w:numStyleLink w:val="2"/>
  </w:abstractNum>
  <w:abstractNum w:abstractNumId="4">
    <w:nsid w:val="76B7237E"/>
    <w:multiLevelType w:val="multilevel"/>
    <w:tmpl w:val="1444CDE6"/>
    <w:styleLink w:val="2"/>
    <w:lvl w:ilvl="0">
      <w:start w:val="1"/>
      <w:numFmt w:val="decimal"/>
      <w:pStyle w:val="1"/>
      <w:suff w:val="space"/>
      <w:lvlText w:val="%1."/>
      <w:lvlJc w:val="center"/>
      <w:pPr>
        <w:ind w:left="0" w:firstLine="709"/>
      </w:pPr>
      <w:rPr>
        <w:rFonts w:hint="default"/>
      </w:rPr>
    </w:lvl>
    <w:lvl w:ilvl="1">
      <w:start w:val="1"/>
      <w:numFmt w:val="decimal"/>
      <w:pStyle w:val="a"/>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nsid w:val="7DE75F05"/>
    <w:multiLevelType w:val="multilevel"/>
    <w:tmpl w:val="54AA5A2C"/>
    <w:lvl w:ilvl="0">
      <w:start w:val="1"/>
      <w:numFmt w:val="decimal"/>
      <w:pStyle w:val="1"/>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pStyle w:val="4"/>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9"/>
  <w:characterSpacingControl w:val="doNotCompress"/>
  <w:footnotePr>
    <w:footnote w:id="0"/>
    <w:footnote w:id="1"/>
  </w:footnotePr>
  <w:endnotePr>
    <w:endnote w:id="0"/>
    <w:endnote w:id="1"/>
  </w:endnotePr>
  <w:compat/>
  <w:rsids>
    <w:rsidRoot w:val="00D834A3"/>
    <w:rsid w:val="00010EE3"/>
    <w:rsid w:val="0002381E"/>
    <w:rsid w:val="000970C7"/>
    <w:rsid w:val="000B596D"/>
    <w:rsid w:val="000D239A"/>
    <w:rsid w:val="000F4FDA"/>
    <w:rsid w:val="00142613"/>
    <w:rsid w:val="00155134"/>
    <w:rsid w:val="00192011"/>
    <w:rsid w:val="001A1471"/>
    <w:rsid w:val="001B75B4"/>
    <w:rsid w:val="001F0F1F"/>
    <w:rsid w:val="001F5019"/>
    <w:rsid w:val="002052A1"/>
    <w:rsid w:val="00255DBE"/>
    <w:rsid w:val="00357701"/>
    <w:rsid w:val="00391D94"/>
    <w:rsid w:val="003A4ABC"/>
    <w:rsid w:val="003B7EFC"/>
    <w:rsid w:val="003F2AE5"/>
    <w:rsid w:val="0040234E"/>
    <w:rsid w:val="004071D3"/>
    <w:rsid w:val="0041597A"/>
    <w:rsid w:val="00477EC4"/>
    <w:rsid w:val="004C2D2B"/>
    <w:rsid w:val="004C3AA4"/>
    <w:rsid w:val="004D3E24"/>
    <w:rsid w:val="004F7CAA"/>
    <w:rsid w:val="005415E2"/>
    <w:rsid w:val="00554979"/>
    <w:rsid w:val="00556600"/>
    <w:rsid w:val="00585E4E"/>
    <w:rsid w:val="005A66A8"/>
    <w:rsid w:val="005C2A96"/>
    <w:rsid w:val="005E184C"/>
    <w:rsid w:val="005E71BA"/>
    <w:rsid w:val="00632B3C"/>
    <w:rsid w:val="00636414"/>
    <w:rsid w:val="006707E6"/>
    <w:rsid w:val="006F3340"/>
    <w:rsid w:val="00730F0D"/>
    <w:rsid w:val="0076196E"/>
    <w:rsid w:val="007B3409"/>
    <w:rsid w:val="007C7254"/>
    <w:rsid w:val="007D5896"/>
    <w:rsid w:val="00812667"/>
    <w:rsid w:val="008147EE"/>
    <w:rsid w:val="00836909"/>
    <w:rsid w:val="00836AAE"/>
    <w:rsid w:val="00843FA0"/>
    <w:rsid w:val="0088639E"/>
    <w:rsid w:val="00895D3D"/>
    <w:rsid w:val="008A3DE3"/>
    <w:rsid w:val="008D4EBB"/>
    <w:rsid w:val="00933B0D"/>
    <w:rsid w:val="009A5C68"/>
    <w:rsid w:val="009B2F53"/>
    <w:rsid w:val="00A236D8"/>
    <w:rsid w:val="00A8046D"/>
    <w:rsid w:val="00AA7CB8"/>
    <w:rsid w:val="00AE4A05"/>
    <w:rsid w:val="00BA41B4"/>
    <w:rsid w:val="00BA7CC8"/>
    <w:rsid w:val="00BC4737"/>
    <w:rsid w:val="00BD22DE"/>
    <w:rsid w:val="00BD24C8"/>
    <w:rsid w:val="00BE0F4B"/>
    <w:rsid w:val="00C23237"/>
    <w:rsid w:val="00C435BC"/>
    <w:rsid w:val="00C44311"/>
    <w:rsid w:val="00C844F0"/>
    <w:rsid w:val="00CE50E9"/>
    <w:rsid w:val="00CF68F5"/>
    <w:rsid w:val="00D00EC5"/>
    <w:rsid w:val="00D16435"/>
    <w:rsid w:val="00D834A3"/>
    <w:rsid w:val="00DC3CB1"/>
    <w:rsid w:val="00DD34CF"/>
    <w:rsid w:val="00DF78DE"/>
    <w:rsid w:val="00E0048E"/>
    <w:rsid w:val="00F40ADD"/>
    <w:rsid w:val="00F462FC"/>
    <w:rsid w:val="00F64B95"/>
    <w:rsid w:val="00F947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CE50E9"/>
    <w:pPr>
      <w:numPr>
        <w:ilvl w:val="1"/>
        <w:numId w:val="3"/>
      </w:numPr>
      <w:jc w:val="both"/>
    </w:pPr>
    <w:rPr>
      <w:rFonts w:ascii="Times New Roman" w:hAnsi="Times New Roman"/>
      <w:sz w:val="24"/>
      <w:szCs w:val="22"/>
      <w:lang w:eastAsia="en-US"/>
    </w:rPr>
  </w:style>
  <w:style w:type="paragraph" w:styleId="1">
    <w:name w:val="heading 1"/>
    <w:basedOn w:val="a"/>
    <w:next w:val="a"/>
    <w:link w:val="10"/>
    <w:uiPriority w:val="9"/>
    <w:qFormat/>
    <w:rsid w:val="00CE50E9"/>
    <w:pPr>
      <w:keepNext/>
      <w:keepLines/>
      <w:numPr>
        <w:ilvl w:val="0"/>
      </w:numPr>
      <w:contextualSpacing/>
      <w:jc w:val="center"/>
      <w:outlineLvl w:val="0"/>
    </w:pPr>
    <w:rPr>
      <w:rFonts w:eastAsia="Times New Roman"/>
      <w:b/>
      <w:sz w:val="28"/>
      <w:szCs w:val="32"/>
      <w:lang/>
    </w:rPr>
  </w:style>
  <w:style w:type="paragraph" w:styleId="4">
    <w:name w:val="heading 4"/>
    <w:basedOn w:val="a"/>
    <w:next w:val="a"/>
    <w:link w:val="40"/>
    <w:uiPriority w:val="9"/>
    <w:unhideWhenUsed/>
    <w:qFormat/>
    <w:rsid w:val="00DD34CF"/>
    <w:pPr>
      <w:keepNext/>
      <w:keepLines/>
      <w:spacing w:before="40"/>
      <w:outlineLvl w:val="3"/>
    </w:pPr>
    <w:rPr>
      <w:rFonts w:ascii="Calibri Light" w:eastAsia="Times New Roman" w:hAnsi="Calibri Light"/>
      <w:i/>
      <w:iCs/>
      <w:color w:val="2E74B5"/>
      <w:szCs w:val="20"/>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10EE3"/>
    <w:rPr>
      <w:rFonts w:ascii="Times New Roman" w:eastAsia="Times New Roman" w:hAnsi="Times New Roman" w:cs="Times New Roman"/>
      <w:b/>
      <w:sz w:val="28"/>
      <w:szCs w:val="32"/>
    </w:rPr>
  </w:style>
  <w:style w:type="paragraph" w:styleId="a3">
    <w:name w:val="header"/>
    <w:basedOn w:val="a"/>
    <w:link w:val="a4"/>
    <w:uiPriority w:val="99"/>
    <w:unhideWhenUsed/>
    <w:rsid w:val="00010EE3"/>
    <w:pPr>
      <w:tabs>
        <w:tab w:val="center" w:pos="4677"/>
        <w:tab w:val="right" w:pos="9355"/>
      </w:tabs>
    </w:pPr>
    <w:rPr>
      <w:szCs w:val="20"/>
      <w:lang/>
    </w:rPr>
  </w:style>
  <w:style w:type="character" w:customStyle="1" w:styleId="a4">
    <w:name w:val="Верхний колонтитул Знак"/>
    <w:link w:val="a3"/>
    <w:uiPriority w:val="99"/>
    <w:rsid w:val="00010EE3"/>
    <w:rPr>
      <w:rFonts w:ascii="Times New Roman" w:hAnsi="Times New Roman"/>
      <w:sz w:val="24"/>
    </w:rPr>
  </w:style>
  <w:style w:type="paragraph" w:styleId="a5">
    <w:name w:val="footer"/>
    <w:basedOn w:val="a"/>
    <w:link w:val="a6"/>
    <w:uiPriority w:val="99"/>
    <w:unhideWhenUsed/>
    <w:rsid w:val="00010EE3"/>
    <w:pPr>
      <w:tabs>
        <w:tab w:val="center" w:pos="4677"/>
        <w:tab w:val="right" w:pos="9355"/>
      </w:tabs>
    </w:pPr>
    <w:rPr>
      <w:szCs w:val="20"/>
      <w:lang/>
    </w:rPr>
  </w:style>
  <w:style w:type="character" w:customStyle="1" w:styleId="a6">
    <w:name w:val="Нижний колонтитул Знак"/>
    <w:link w:val="a5"/>
    <w:uiPriority w:val="99"/>
    <w:rsid w:val="00010EE3"/>
    <w:rPr>
      <w:rFonts w:ascii="Times New Roman" w:hAnsi="Times New Roman"/>
      <w:sz w:val="24"/>
    </w:rPr>
  </w:style>
  <w:style w:type="numbering" w:customStyle="1" w:styleId="2">
    <w:name w:val="Список_2ур"/>
    <w:uiPriority w:val="99"/>
    <w:rsid w:val="00CE50E9"/>
    <w:pPr>
      <w:numPr>
        <w:numId w:val="1"/>
      </w:numPr>
    </w:pPr>
  </w:style>
  <w:style w:type="character" w:customStyle="1" w:styleId="40">
    <w:name w:val="Заголовок 4 Знак"/>
    <w:link w:val="4"/>
    <w:uiPriority w:val="9"/>
    <w:semiHidden/>
    <w:rsid w:val="00DD34CF"/>
    <w:rPr>
      <w:rFonts w:ascii="Calibri Light" w:eastAsia="Times New Roman" w:hAnsi="Calibri Light" w:cs="Times New Roman"/>
      <w:i/>
      <w:iCs/>
      <w:color w:val="2E74B5"/>
      <w:sz w:val="24"/>
    </w:rPr>
  </w:style>
  <w:style w:type="character" w:styleId="a7">
    <w:name w:val="Hyperlink"/>
    <w:uiPriority w:val="99"/>
    <w:unhideWhenUsed/>
    <w:rsid w:val="000F4FDA"/>
    <w:rPr>
      <w:color w:val="0563C1"/>
      <w:u w:val="single"/>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en.solomatina_ng\&#1056;&#1072;&#1073;&#1086;&#1095;&#1080;&#1081;%20&#1089;&#1090;&#1086;&#1083;\&#1057;&#1086;&#1083;&#1086;&#1084;&#1072;&#1090;&#1080;&#1085;&#1072;\&#1044;&#1086;&#1075;&#1086;&#1074;&#1086;&#1088;&#1099;%20&#1056;&#1091;&#1089;&#1089;&#1086;&#1083;&#1100;\2018%20&#1075;\&#1044;&#1086;&#1075;&#1086;&#1074;&#1086;&#108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7487D-409F-4BF6-B9FA-523268E4C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Договор.dot</Template>
  <TotalTime>0</TotalTime>
  <Pages>5</Pages>
  <Words>2143</Words>
  <Characters>12221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2018-11-30T10:51:00Z</dcterms:created>
  <dcterms:modified xsi:type="dcterms:W3CDTF">2018-11-30T10:51:00Z</dcterms:modified>
</cp:coreProperties>
</file>